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E95EBA" w:rsidRDefault="00E423E7" w:rsidP="0021215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</w:p>
    <w:p w:rsidR="00E156D2" w:rsidRDefault="00E156D2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</w:t>
      </w:r>
      <w:r w:rsidR="00975934">
        <w:rPr>
          <w:sz w:val="28"/>
          <w:szCs w:val="28"/>
        </w:rPr>
        <w:t>отдела</w:t>
      </w:r>
    </w:p>
    <w:p w:rsidR="006A02C4" w:rsidRDefault="00E156D2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E95EBA">
        <w:rPr>
          <w:sz w:val="28"/>
          <w:szCs w:val="28"/>
        </w:rPr>
        <w:t>Думы городского округа Тольятти</w:t>
      </w:r>
    </w:p>
    <w:p w:rsidR="00267D67" w:rsidRPr="00E95EBA" w:rsidRDefault="00267D67" w:rsidP="00212150">
      <w:pPr>
        <w:jc w:val="center"/>
        <w:rPr>
          <w:sz w:val="28"/>
          <w:szCs w:val="28"/>
        </w:rPr>
      </w:pPr>
    </w:p>
    <w:p w:rsidR="00E423E7" w:rsidRDefault="00975934" w:rsidP="006A02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E423E7">
        <w:rPr>
          <w:sz w:val="28"/>
          <w:szCs w:val="28"/>
        </w:rPr>
        <w:t xml:space="preserve">проект решения Думы городского округа Тольятти </w:t>
      </w:r>
    </w:p>
    <w:p w:rsidR="00480A2E" w:rsidRPr="00E95EBA" w:rsidRDefault="00E423E7" w:rsidP="006A02C4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75934">
        <w:rPr>
          <w:sz w:val="28"/>
          <w:szCs w:val="28"/>
        </w:rPr>
        <w:t>Об</w:t>
      </w:r>
      <w:r>
        <w:rPr>
          <w:sz w:val="28"/>
          <w:szCs w:val="28"/>
        </w:rPr>
        <w:t xml:space="preserve"> обращении</w:t>
      </w:r>
      <w:r w:rsidR="00267D67" w:rsidRPr="00267D67">
        <w:rPr>
          <w:sz w:val="28"/>
          <w:szCs w:val="28"/>
        </w:rPr>
        <w:t xml:space="preserve"> </w:t>
      </w:r>
      <w:r w:rsidR="00267D67" w:rsidRPr="00DF0D0A">
        <w:rPr>
          <w:sz w:val="28"/>
          <w:szCs w:val="28"/>
        </w:rPr>
        <w:t>депутатов Думы городского округа</w:t>
      </w:r>
      <w:r w:rsidR="00267D67">
        <w:rPr>
          <w:sz w:val="28"/>
          <w:szCs w:val="28"/>
        </w:rPr>
        <w:t xml:space="preserve"> </w:t>
      </w:r>
      <w:r w:rsidR="00B122B8">
        <w:rPr>
          <w:sz w:val="28"/>
          <w:szCs w:val="28"/>
        </w:rPr>
        <w:t xml:space="preserve">Жигулевск Самарской области </w:t>
      </w:r>
      <w:r w:rsidR="00E45FE6">
        <w:rPr>
          <w:sz w:val="28"/>
          <w:szCs w:val="28"/>
        </w:rPr>
        <w:t xml:space="preserve">в </w:t>
      </w:r>
      <w:r>
        <w:rPr>
          <w:sz w:val="28"/>
          <w:szCs w:val="28"/>
        </w:rPr>
        <w:t>Самарскую Губернскую Думу</w:t>
      </w:r>
      <w:r w:rsidR="00D12E9E">
        <w:rPr>
          <w:sz w:val="28"/>
          <w:szCs w:val="28"/>
        </w:rPr>
        <w:t xml:space="preserve"> </w:t>
      </w:r>
      <w:r w:rsidR="00B122B8">
        <w:rPr>
          <w:sz w:val="28"/>
          <w:szCs w:val="28"/>
        </w:rPr>
        <w:t xml:space="preserve">по вопросу </w:t>
      </w:r>
      <w:r w:rsidR="00D12E9E">
        <w:rPr>
          <w:sz w:val="28"/>
          <w:szCs w:val="28"/>
        </w:rPr>
        <w:t>поддержки</w:t>
      </w:r>
      <w:r w:rsidR="00B122B8">
        <w:rPr>
          <w:sz w:val="28"/>
          <w:szCs w:val="28"/>
        </w:rPr>
        <w:t xml:space="preserve"> военнослужащих и ветеранов, участников Специальной военной операции и их семей, а также категорий лиц, приравненных к ним, проживающих на территории Самарской области</w:t>
      </w:r>
      <w:r>
        <w:rPr>
          <w:sz w:val="28"/>
          <w:szCs w:val="28"/>
        </w:rPr>
        <w:t>»</w:t>
      </w:r>
    </w:p>
    <w:p w:rsidR="00975934" w:rsidRDefault="00E45FE6" w:rsidP="00E95EBA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E423E7">
        <w:rPr>
          <w:sz w:val="28"/>
          <w:szCs w:val="28"/>
        </w:rPr>
        <w:t xml:space="preserve">Д- </w:t>
      </w:r>
      <w:r w:rsidR="00692E2B">
        <w:rPr>
          <w:sz w:val="28"/>
          <w:szCs w:val="28"/>
        </w:rPr>
        <w:t>235</w:t>
      </w:r>
      <w:r w:rsidR="00E423E7">
        <w:rPr>
          <w:sz w:val="28"/>
          <w:szCs w:val="28"/>
        </w:rPr>
        <w:t xml:space="preserve"> от 21.11</w:t>
      </w:r>
      <w:r>
        <w:rPr>
          <w:sz w:val="28"/>
          <w:szCs w:val="28"/>
        </w:rPr>
        <w:t>.2023</w:t>
      </w:r>
      <w:r w:rsidR="00267D67">
        <w:rPr>
          <w:sz w:val="28"/>
          <w:szCs w:val="28"/>
        </w:rPr>
        <w:t>)</w:t>
      </w:r>
    </w:p>
    <w:p w:rsidR="00E423E7" w:rsidRDefault="00E423E7" w:rsidP="00E423E7">
      <w:pPr>
        <w:ind w:firstLine="708"/>
        <w:jc w:val="both"/>
        <w:rPr>
          <w:sz w:val="28"/>
          <w:szCs w:val="28"/>
        </w:rPr>
      </w:pPr>
    </w:p>
    <w:p w:rsidR="00E423E7" w:rsidRDefault="00E423E7" w:rsidP="00E423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представленные материалы, аналитический отдел отмечает следующее.</w:t>
      </w:r>
    </w:p>
    <w:p w:rsidR="00CF3D5B" w:rsidRPr="00CF3D5B" w:rsidRDefault="00CF3D5B" w:rsidP="00E423E7">
      <w:pPr>
        <w:ind w:firstLine="708"/>
        <w:jc w:val="both"/>
        <w:rPr>
          <w:sz w:val="28"/>
          <w:szCs w:val="28"/>
        </w:rPr>
      </w:pPr>
      <w:r w:rsidRPr="00CF3D5B">
        <w:rPr>
          <w:sz w:val="28"/>
          <w:szCs w:val="28"/>
        </w:rPr>
        <w:t xml:space="preserve">В Думу городского округа Тольятти поступило письмо председателя Думы городского округа </w:t>
      </w:r>
      <w:r w:rsidR="00B122B8">
        <w:rPr>
          <w:sz w:val="28"/>
          <w:szCs w:val="28"/>
        </w:rPr>
        <w:t>Жигулевск  Ю</w:t>
      </w:r>
      <w:r w:rsidR="00D12E9E">
        <w:rPr>
          <w:sz w:val="28"/>
          <w:szCs w:val="28"/>
        </w:rPr>
        <w:t>.</w:t>
      </w:r>
      <w:r w:rsidR="00B122B8">
        <w:rPr>
          <w:sz w:val="28"/>
          <w:szCs w:val="28"/>
        </w:rPr>
        <w:t>В.</w:t>
      </w:r>
      <w:r w:rsidRPr="00CF3D5B">
        <w:rPr>
          <w:sz w:val="28"/>
          <w:szCs w:val="28"/>
        </w:rPr>
        <w:t xml:space="preserve"> </w:t>
      </w:r>
      <w:r w:rsidR="00D12E9E">
        <w:rPr>
          <w:sz w:val="28"/>
          <w:szCs w:val="28"/>
        </w:rPr>
        <w:t>С</w:t>
      </w:r>
      <w:r w:rsidR="00B122B8">
        <w:rPr>
          <w:sz w:val="28"/>
          <w:szCs w:val="28"/>
        </w:rPr>
        <w:t>меловского</w:t>
      </w:r>
      <w:r w:rsidR="001B7080">
        <w:rPr>
          <w:sz w:val="28"/>
          <w:szCs w:val="28"/>
        </w:rPr>
        <w:t xml:space="preserve"> (Вх. № Э-306 от 30.10.2023)</w:t>
      </w:r>
      <w:r w:rsidRPr="00CF3D5B">
        <w:rPr>
          <w:sz w:val="28"/>
          <w:szCs w:val="28"/>
        </w:rPr>
        <w:t xml:space="preserve"> с просьбой </w:t>
      </w:r>
      <w:r w:rsidR="00D12E9E">
        <w:rPr>
          <w:sz w:val="28"/>
          <w:szCs w:val="28"/>
        </w:rPr>
        <w:t xml:space="preserve">рассмотреть и </w:t>
      </w:r>
      <w:r w:rsidRPr="00CF3D5B">
        <w:rPr>
          <w:sz w:val="28"/>
          <w:szCs w:val="28"/>
        </w:rPr>
        <w:t xml:space="preserve"> поддержать Обращение депутатов Думы городского округа</w:t>
      </w:r>
      <w:r w:rsidR="00B122B8" w:rsidRPr="00B122B8">
        <w:t xml:space="preserve"> </w:t>
      </w:r>
      <w:r w:rsidR="00B122B8" w:rsidRPr="00B122B8">
        <w:rPr>
          <w:sz w:val="28"/>
          <w:szCs w:val="28"/>
        </w:rPr>
        <w:t xml:space="preserve">Жигулевск Самарской области </w:t>
      </w:r>
      <w:r w:rsidR="001B7080">
        <w:rPr>
          <w:sz w:val="28"/>
          <w:szCs w:val="28"/>
        </w:rPr>
        <w:t xml:space="preserve">в Самарскую Губернскую Думу </w:t>
      </w:r>
      <w:r w:rsidR="00B122B8" w:rsidRPr="00B122B8">
        <w:rPr>
          <w:sz w:val="28"/>
          <w:szCs w:val="28"/>
        </w:rPr>
        <w:t>по вопросу поддержки военнослужащих и ветеранов, участников Специальной военной операции и их семей, а также категорий лиц, приравненных к ним, проживающих на территории Самарской области</w:t>
      </w:r>
      <w:r w:rsidRPr="00CF3D5B">
        <w:rPr>
          <w:sz w:val="28"/>
          <w:szCs w:val="28"/>
        </w:rPr>
        <w:t xml:space="preserve">, принятое решением Думы </w:t>
      </w:r>
      <w:r>
        <w:rPr>
          <w:sz w:val="28"/>
          <w:szCs w:val="28"/>
        </w:rPr>
        <w:t>городского ок</w:t>
      </w:r>
      <w:r w:rsidR="00E45FE6">
        <w:rPr>
          <w:sz w:val="28"/>
          <w:szCs w:val="28"/>
        </w:rPr>
        <w:t xml:space="preserve">руга </w:t>
      </w:r>
      <w:r w:rsidR="00B122B8">
        <w:rPr>
          <w:sz w:val="28"/>
          <w:szCs w:val="28"/>
        </w:rPr>
        <w:t xml:space="preserve">Жигулевск от 26.10.2023 </w:t>
      </w:r>
      <w:r w:rsidR="001B7080">
        <w:rPr>
          <w:sz w:val="28"/>
          <w:szCs w:val="28"/>
        </w:rPr>
        <w:t xml:space="preserve">        </w:t>
      </w:r>
      <w:r w:rsidR="00B122B8">
        <w:rPr>
          <w:sz w:val="28"/>
          <w:szCs w:val="28"/>
        </w:rPr>
        <w:t>№ 465</w:t>
      </w:r>
      <w:r w:rsidRPr="00CF3D5B">
        <w:rPr>
          <w:sz w:val="28"/>
          <w:szCs w:val="28"/>
        </w:rPr>
        <w:t xml:space="preserve">. </w:t>
      </w:r>
    </w:p>
    <w:p w:rsidR="00B122B8" w:rsidRDefault="00CF3D5B" w:rsidP="006250E8">
      <w:pPr>
        <w:jc w:val="both"/>
        <w:rPr>
          <w:sz w:val="28"/>
          <w:szCs w:val="28"/>
        </w:rPr>
      </w:pPr>
      <w:r w:rsidRPr="00CF3D5B">
        <w:rPr>
          <w:sz w:val="28"/>
          <w:szCs w:val="28"/>
        </w:rPr>
        <w:tab/>
      </w:r>
      <w:r w:rsidRPr="00060966">
        <w:rPr>
          <w:sz w:val="28"/>
          <w:szCs w:val="28"/>
        </w:rPr>
        <w:t xml:space="preserve">В Обращении Депутаты Думы городского округа </w:t>
      </w:r>
      <w:r w:rsidR="00B122B8">
        <w:rPr>
          <w:sz w:val="28"/>
          <w:szCs w:val="28"/>
        </w:rPr>
        <w:t xml:space="preserve">Жигулевск </w:t>
      </w:r>
      <w:r w:rsidR="00CD6D60">
        <w:rPr>
          <w:sz w:val="28"/>
          <w:szCs w:val="28"/>
        </w:rPr>
        <w:t xml:space="preserve">обращаются с </w:t>
      </w:r>
      <w:r w:rsidR="00E45FE6">
        <w:rPr>
          <w:sz w:val="28"/>
          <w:szCs w:val="28"/>
        </w:rPr>
        <w:t xml:space="preserve">просьбой </w:t>
      </w:r>
      <w:r w:rsidR="00B122B8">
        <w:rPr>
          <w:sz w:val="28"/>
          <w:szCs w:val="28"/>
        </w:rPr>
        <w:t xml:space="preserve">рассмотреть возможность внесения соответствующих изменений в законодательство Самарской области или разработки законопроекта, регулирующего данные правоотношения в части предоставления мер социальной поддержки </w:t>
      </w:r>
      <w:r w:rsidR="00B122B8" w:rsidRPr="00B122B8">
        <w:rPr>
          <w:sz w:val="28"/>
          <w:szCs w:val="28"/>
        </w:rPr>
        <w:t>военнослужащих и ветеранов, участников Специальной военной операции и их семей, а также категорий лиц, приравненных к ним, проживающих на территории Самарской области</w:t>
      </w:r>
      <w:r w:rsidR="00B122B8">
        <w:rPr>
          <w:sz w:val="28"/>
          <w:szCs w:val="28"/>
        </w:rPr>
        <w:t>, таких как:</w:t>
      </w:r>
    </w:p>
    <w:p w:rsidR="00B122B8" w:rsidRDefault="00B122B8" w:rsidP="00E45F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0A9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020A94">
        <w:rPr>
          <w:sz w:val="28"/>
          <w:szCs w:val="28"/>
        </w:rPr>
        <w:t>в</w:t>
      </w:r>
      <w:r>
        <w:rPr>
          <w:sz w:val="28"/>
          <w:szCs w:val="28"/>
        </w:rPr>
        <w:t xml:space="preserve">неочередное право перевода ребенка в другую наиболее </w:t>
      </w:r>
      <w:r w:rsidR="00020A94">
        <w:rPr>
          <w:sz w:val="28"/>
          <w:szCs w:val="28"/>
        </w:rPr>
        <w:t>п</w:t>
      </w:r>
      <w:r>
        <w:rPr>
          <w:sz w:val="28"/>
          <w:szCs w:val="28"/>
        </w:rPr>
        <w:t>риближенную к месту жительства семьи государственну</w:t>
      </w:r>
      <w:r w:rsidR="00020A94">
        <w:rPr>
          <w:sz w:val="28"/>
          <w:szCs w:val="28"/>
        </w:rPr>
        <w:t>ю образовательную организацию (</w:t>
      </w:r>
      <w:r>
        <w:rPr>
          <w:sz w:val="28"/>
          <w:szCs w:val="28"/>
        </w:rPr>
        <w:t>по желанию);</w:t>
      </w:r>
    </w:p>
    <w:p w:rsidR="00020A94" w:rsidRDefault="00020A94" w:rsidP="00E45F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внеочередное право на прием ребенка в дошкольную государственную образовательную организацию;</w:t>
      </w:r>
    </w:p>
    <w:p w:rsidR="00020A94" w:rsidRDefault="00020A94" w:rsidP="00E45F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предоставление детям до 18 лет  ежемесячной компенсации расходов на занятия в спортивных, художественных, музыкальных и иных кружках и секциях внебюджетных организаций дополнительного образования в размере 2 000 рублей на каждого (данная сумма компенсации может быть изменена после проведенного анализа);</w:t>
      </w:r>
    </w:p>
    <w:p w:rsidR="00020A94" w:rsidRDefault="00020A94" w:rsidP="00E45F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направление в организации социального обслуживания членов семей военнослужащих и ветеранов СВО, признанных в установленном порядке </w:t>
      </w:r>
      <w:r>
        <w:rPr>
          <w:sz w:val="28"/>
          <w:szCs w:val="28"/>
        </w:rPr>
        <w:lastRenderedPageBreak/>
        <w:t>нуждающимися в социальном обслуживании в стационарной форме, независимо от состава семьи;</w:t>
      </w:r>
    </w:p>
    <w:p w:rsidR="00186505" w:rsidRDefault="00020A94" w:rsidP="00E45F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предоставление льготных билетов на</w:t>
      </w:r>
      <w:r w:rsidR="00186505">
        <w:rPr>
          <w:sz w:val="28"/>
          <w:szCs w:val="28"/>
        </w:rPr>
        <w:t xml:space="preserve"> культурно-массовые мероприятия.</w:t>
      </w:r>
    </w:p>
    <w:p w:rsidR="00B122B8" w:rsidRDefault="00020A94" w:rsidP="001865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существу рассматриваемого обращения считаем необходимым отметить следующее.</w:t>
      </w:r>
    </w:p>
    <w:p w:rsidR="00EA6B5E" w:rsidRDefault="00EA6B5E" w:rsidP="00EA6B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Обращении отмечается, что действующие на территории Самарской области законы не в полной мере охватывают возможности и сферы поддержки участников СВО и членов их семей.</w:t>
      </w:r>
    </w:p>
    <w:p w:rsidR="00EA6B5E" w:rsidRDefault="00EA6B5E" w:rsidP="00EA6B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указанных законов позволяет сделать следующие выводы.</w:t>
      </w:r>
    </w:p>
    <w:p w:rsidR="00D0691E" w:rsidRPr="00D0691E" w:rsidRDefault="00D0691E" w:rsidP="00D06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1E">
        <w:rPr>
          <w:sz w:val="28"/>
          <w:szCs w:val="28"/>
        </w:rPr>
        <w:t>Закон С</w:t>
      </w:r>
      <w:r>
        <w:rPr>
          <w:sz w:val="28"/>
          <w:szCs w:val="28"/>
        </w:rPr>
        <w:t>амарской области от 16.07.2004 №</w:t>
      </w:r>
      <w:r w:rsidRPr="00D0691E">
        <w:rPr>
          <w:sz w:val="28"/>
          <w:szCs w:val="28"/>
        </w:rPr>
        <w:t xml:space="preserve"> 122-ГД</w:t>
      </w:r>
      <w:r>
        <w:rPr>
          <w:sz w:val="28"/>
          <w:szCs w:val="28"/>
        </w:rPr>
        <w:t xml:space="preserve"> </w:t>
      </w:r>
      <w:r w:rsidRPr="00D0691E">
        <w:rPr>
          <w:sz w:val="28"/>
          <w:szCs w:val="28"/>
        </w:rPr>
        <w:t>(ред. от 20.12.2022)</w:t>
      </w:r>
    </w:p>
    <w:p w:rsidR="00D0691E" w:rsidRDefault="00505239" w:rsidP="00D0691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0691E" w:rsidRPr="00D0691E">
        <w:rPr>
          <w:sz w:val="28"/>
          <w:szCs w:val="28"/>
        </w:rPr>
        <w:t>О государственной п</w:t>
      </w:r>
      <w:r>
        <w:rPr>
          <w:sz w:val="28"/>
          <w:szCs w:val="28"/>
        </w:rPr>
        <w:t>оддержке граждан, имеющих детей»</w:t>
      </w:r>
      <w:r w:rsidR="00D0691E">
        <w:rPr>
          <w:sz w:val="28"/>
          <w:szCs w:val="28"/>
        </w:rPr>
        <w:t xml:space="preserve"> не содержит дополнительных мер поддержки детей участников СВО.</w:t>
      </w:r>
    </w:p>
    <w:p w:rsidR="00D0691E" w:rsidRPr="00D0691E" w:rsidRDefault="00D0691E" w:rsidP="00D06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1E">
        <w:rPr>
          <w:sz w:val="28"/>
          <w:szCs w:val="28"/>
        </w:rPr>
        <w:t>Закон С</w:t>
      </w:r>
      <w:r>
        <w:rPr>
          <w:sz w:val="28"/>
          <w:szCs w:val="28"/>
        </w:rPr>
        <w:t>амарской области от 24.11.2022 №</w:t>
      </w:r>
      <w:r w:rsidRPr="00D0691E">
        <w:rPr>
          <w:sz w:val="28"/>
          <w:szCs w:val="28"/>
        </w:rPr>
        <w:t xml:space="preserve"> 116-ГД</w:t>
      </w:r>
      <w:r>
        <w:rPr>
          <w:sz w:val="28"/>
          <w:szCs w:val="28"/>
        </w:rPr>
        <w:t xml:space="preserve"> </w:t>
      </w:r>
      <w:r w:rsidR="00505239">
        <w:rPr>
          <w:sz w:val="28"/>
          <w:szCs w:val="28"/>
        </w:rPr>
        <w:t>«</w:t>
      </w:r>
      <w:r w:rsidRPr="00D0691E">
        <w:rPr>
          <w:sz w:val="28"/>
          <w:szCs w:val="28"/>
        </w:rPr>
        <w:t xml:space="preserve">Об особенностях предоставления некоторых мер социальной поддержки семьям граждан, призванных на военную службу по мобилизации в Вооруженные Силы Российской Федерации, проживающим </w:t>
      </w:r>
      <w:r w:rsidR="00505239">
        <w:rPr>
          <w:sz w:val="28"/>
          <w:szCs w:val="28"/>
        </w:rPr>
        <w:t>на территории Самарской области»</w:t>
      </w:r>
      <w:r>
        <w:rPr>
          <w:sz w:val="28"/>
          <w:szCs w:val="28"/>
        </w:rPr>
        <w:t xml:space="preserve"> устанавливает особенности  предоставления действующих мер социальной поддержки в части расчета среднедушевого дохода семей, срока назначения пособий</w:t>
      </w:r>
      <w:r w:rsidR="00EA6B5E">
        <w:rPr>
          <w:sz w:val="28"/>
          <w:szCs w:val="28"/>
        </w:rPr>
        <w:t>, учета уровня доходов и подтверждающих документов.</w:t>
      </w:r>
    </w:p>
    <w:p w:rsidR="00EA6B5E" w:rsidRDefault="00EA6B5E" w:rsidP="00FC51B8">
      <w:pPr>
        <w:ind w:firstLine="708"/>
        <w:jc w:val="both"/>
        <w:rPr>
          <w:sz w:val="28"/>
          <w:szCs w:val="28"/>
        </w:rPr>
      </w:pPr>
      <w:r w:rsidRPr="00EA6B5E">
        <w:rPr>
          <w:sz w:val="28"/>
          <w:szCs w:val="28"/>
        </w:rPr>
        <w:t>Закон С</w:t>
      </w:r>
      <w:r w:rsidR="00A37B14">
        <w:rPr>
          <w:sz w:val="28"/>
          <w:szCs w:val="28"/>
        </w:rPr>
        <w:t>амарской области от 06.05.2000 №</w:t>
      </w:r>
      <w:r w:rsidRPr="00EA6B5E">
        <w:rPr>
          <w:sz w:val="28"/>
          <w:szCs w:val="28"/>
        </w:rPr>
        <w:t xml:space="preserve"> 16-ГД</w:t>
      </w:r>
      <w:r w:rsidR="00A37B14">
        <w:rPr>
          <w:sz w:val="28"/>
          <w:szCs w:val="28"/>
        </w:rPr>
        <w:t xml:space="preserve"> </w:t>
      </w:r>
      <w:r w:rsidRPr="00EA6B5E">
        <w:rPr>
          <w:sz w:val="28"/>
          <w:szCs w:val="28"/>
        </w:rPr>
        <w:t>(ред. от 06.07.2023)</w:t>
      </w:r>
      <w:r w:rsidR="00A37B14">
        <w:rPr>
          <w:sz w:val="28"/>
          <w:szCs w:val="28"/>
        </w:rPr>
        <w:t xml:space="preserve"> </w:t>
      </w:r>
      <w:r w:rsidR="00E423E7">
        <w:rPr>
          <w:sz w:val="28"/>
          <w:szCs w:val="28"/>
        </w:rPr>
        <w:t>«</w:t>
      </w:r>
      <w:r w:rsidRPr="00EA6B5E">
        <w:rPr>
          <w:sz w:val="28"/>
          <w:szCs w:val="28"/>
        </w:rPr>
        <w:t>О социальной помощи в Самарской области</w:t>
      </w:r>
      <w:r w:rsidR="00E423E7">
        <w:rPr>
          <w:sz w:val="28"/>
          <w:szCs w:val="28"/>
        </w:rPr>
        <w:t>»</w:t>
      </w:r>
      <w:r w:rsidR="00A37B14" w:rsidRPr="00A37B14">
        <w:t xml:space="preserve"> </w:t>
      </w:r>
      <w:r w:rsidR="00A37B14" w:rsidRPr="00A37B14">
        <w:rPr>
          <w:sz w:val="28"/>
          <w:szCs w:val="28"/>
        </w:rPr>
        <w:t xml:space="preserve">устанавливает правовые, организационные и экономические основы оказания социальной помощи малоимущим семьям и малоимущим одиноко проживающим гражданам, у которых по не зависящим от них причинам среднедушевой доход ниже величины прожиточного минимума, установленного </w:t>
      </w:r>
      <w:r w:rsidR="00A37B14">
        <w:rPr>
          <w:sz w:val="28"/>
          <w:szCs w:val="28"/>
        </w:rPr>
        <w:t>на территории Самарской области, и также не содержит особенностей оказания социальной помощи семьям участников СВО.</w:t>
      </w:r>
    </w:p>
    <w:p w:rsidR="00A9700A" w:rsidRDefault="00230F0C" w:rsidP="00FC51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Учитывая выполнение общегосударственных задач участниками специальной военной операции и политику государства, направленную на оказание поддержки участникам СВО и членам их семей, считаем целесообразным поддержать рассматриваемое Обращение.</w:t>
      </w:r>
    </w:p>
    <w:p w:rsidR="00186505" w:rsidRDefault="00186505" w:rsidP="00FC51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этом следует учитывать, что в г.о. Тольятти и Самара учреждения дошкольного, общего и дополнительного образования являются муниципальными, а не государственными.</w:t>
      </w:r>
      <w:r w:rsidR="00E423E7">
        <w:rPr>
          <w:sz w:val="28"/>
          <w:szCs w:val="28"/>
        </w:rPr>
        <w:t xml:space="preserve"> Кроме </w:t>
      </w:r>
      <w:r w:rsidR="00575835">
        <w:rPr>
          <w:sz w:val="28"/>
          <w:szCs w:val="28"/>
        </w:rPr>
        <w:t>того, 49</w:t>
      </w:r>
      <w:r w:rsidR="00E423E7">
        <w:rPr>
          <w:sz w:val="28"/>
          <w:szCs w:val="28"/>
        </w:rPr>
        <w:t xml:space="preserve"> детских садов</w:t>
      </w:r>
      <w:r w:rsidR="00523BD3">
        <w:rPr>
          <w:sz w:val="28"/>
          <w:szCs w:val="28"/>
        </w:rPr>
        <w:t xml:space="preserve">       г.Тольятти </w:t>
      </w:r>
      <w:r w:rsidR="00E423E7">
        <w:rPr>
          <w:sz w:val="28"/>
          <w:szCs w:val="28"/>
        </w:rPr>
        <w:t xml:space="preserve">входят в Автономную некоммерческую </w:t>
      </w:r>
      <w:r w:rsidR="00575835">
        <w:rPr>
          <w:sz w:val="28"/>
          <w:szCs w:val="28"/>
        </w:rPr>
        <w:t>организацию</w:t>
      </w:r>
      <w:r w:rsidR="00523BD3">
        <w:rPr>
          <w:sz w:val="28"/>
          <w:szCs w:val="28"/>
        </w:rPr>
        <w:t xml:space="preserve"> дошкольного образования «Планета детства «Лада»</w:t>
      </w:r>
      <w:r w:rsidR="00575835">
        <w:rPr>
          <w:sz w:val="28"/>
          <w:szCs w:val="28"/>
        </w:rPr>
        <w:t>, учредителям</w:t>
      </w:r>
      <w:r w:rsidR="001B1F00">
        <w:rPr>
          <w:sz w:val="28"/>
          <w:szCs w:val="28"/>
        </w:rPr>
        <w:t>и</w:t>
      </w:r>
      <w:r w:rsidR="00575835">
        <w:rPr>
          <w:sz w:val="28"/>
          <w:szCs w:val="28"/>
        </w:rPr>
        <w:t xml:space="preserve"> которой являются </w:t>
      </w:r>
      <w:r w:rsidR="00575835" w:rsidRPr="00575835">
        <w:rPr>
          <w:sz w:val="28"/>
          <w:szCs w:val="28"/>
        </w:rPr>
        <w:t>Акционерное общество "АВТОВАЗ", Муниципальное образование - г.о. Тольятти в лице Администрации г.о. Тольятти, Министерство образования и науки Самарской области</w:t>
      </w:r>
      <w:r w:rsidR="00523BD3">
        <w:rPr>
          <w:sz w:val="28"/>
          <w:szCs w:val="28"/>
        </w:rPr>
        <w:t>. АНО ДО «Планета детства «Лада»</w:t>
      </w:r>
      <w:r w:rsidR="00087C46">
        <w:rPr>
          <w:sz w:val="28"/>
          <w:szCs w:val="28"/>
        </w:rPr>
        <w:t xml:space="preserve"> осуществляет образовательную деятельность в сфере дошкольного образования и о</w:t>
      </w:r>
      <w:r w:rsidR="001B1F00">
        <w:rPr>
          <w:sz w:val="28"/>
          <w:szCs w:val="28"/>
        </w:rPr>
        <w:t>казывает</w:t>
      </w:r>
      <w:r w:rsidR="00087C46">
        <w:rPr>
          <w:sz w:val="28"/>
          <w:szCs w:val="28"/>
        </w:rPr>
        <w:t xml:space="preserve"> дополнительные платные услуги. </w:t>
      </w:r>
    </w:p>
    <w:p w:rsidR="009357F8" w:rsidRDefault="009357F8" w:rsidP="00FC51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при подготовке законопроектов следует </w:t>
      </w:r>
      <w:r w:rsidR="001B1F00">
        <w:rPr>
          <w:sz w:val="28"/>
          <w:szCs w:val="28"/>
        </w:rPr>
        <w:t xml:space="preserve">учесть </w:t>
      </w:r>
      <w:r>
        <w:rPr>
          <w:sz w:val="28"/>
          <w:szCs w:val="28"/>
        </w:rPr>
        <w:t xml:space="preserve">особенности городского округа Тольятти. </w:t>
      </w:r>
    </w:p>
    <w:p w:rsidR="00E64017" w:rsidRDefault="00E64017" w:rsidP="00FC51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</w:t>
      </w:r>
      <w:r w:rsidR="00020A94">
        <w:rPr>
          <w:sz w:val="28"/>
          <w:szCs w:val="28"/>
        </w:rPr>
        <w:t xml:space="preserve">ализация указанной инициативы </w:t>
      </w:r>
      <w:r>
        <w:rPr>
          <w:sz w:val="28"/>
          <w:szCs w:val="28"/>
        </w:rPr>
        <w:t>приведет к дополнительным  бюджетным расходам</w:t>
      </w:r>
      <w:r w:rsidR="00020A94">
        <w:rPr>
          <w:sz w:val="28"/>
          <w:szCs w:val="28"/>
        </w:rPr>
        <w:t xml:space="preserve"> в соответствии с изменениями областного законодательства</w:t>
      </w:r>
      <w:r>
        <w:rPr>
          <w:sz w:val="28"/>
          <w:szCs w:val="28"/>
        </w:rPr>
        <w:t xml:space="preserve">. </w:t>
      </w:r>
    </w:p>
    <w:p w:rsidR="002635ED" w:rsidRDefault="00C721D4" w:rsidP="00C721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Обращение</w:t>
      </w:r>
      <w:r w:rsidR="00EE1C45" w:rsidRPr="00EE1C45">
        <w:rPr>
          <w:sz w:val="28"/>
          <w:szCs w:val="28"/>
        </w:rPr>
        <w:t xml:space="preserve"> депутатов Думы городского округа </w:t>
      </w:r>
      <w:r w:rsidR="00020A94">
        <w:rPr>
          <w:sz w:val="28"/>
          <w:szCs w:val="28"/>
        </w:rPr>
        <w:t xml:space="preserve">Жигулевск </w:t>
      </w:r>
      <w:r w:rsidR="0027200C" w:rsidRPr="0027200C">
        <w:rPr>
          <w:sz w:val="28"/>
          <w:szCs w:val="28"/>
        </w:rPr>
        <w:t>в Самарскую Губернскую Думу</w:t>
      </w:r>
      <w:r w:rsidR="00020A94" w:rsidRPr="00020A94">
        <w:rPr>
          <w:sz w:val="28"/>
          <w:szCs w:val="28"/>
        </w:rPr>
        <w:t xml:space="preserve"> по вопросу поддержки военнослужащих и ветеранов, участников Специальной военной операции и их семей, а также категорий лиц, приравненных к ним, проживающих на территории Самарской области</w:t>
      </w:r>
      <w:r w:rsidR="006B3ABB">
        <w:rPr>
          <w:sz w:val="28"/>
          <w:szCs w:val="28"/>
        </w:rPr>
        <w:t>, на наш взгляд,</w:t>
      </w:r>
      <w:r w:rsidR="007359A2">
        <w:rPr>
          <w:sz w:val="28"/>
          <w:szCs w:val="28"/>
        </w:rPr>
        <w:t xml:space="preserve"> </w:t>
      </w:r>
      <w:r w:rsidR="006B3ABB">
        <w:rPr>
          <w:sz w:val="28"/>
          <w:szCs w:val="28"/>
        </w:rPr>
        <w:t>может быть рассмотрено</w:t>
      </w:r>
      <w:r w:rsidR="007359A2">
        <w:rPr>
          <w:sz w:val="28"/>
          <w:szCs w:val="28"/>
        </w:rPr>
        <w:t xml:space="preserve"> и поддержано.</w:t>
      </w:r>
    </w:p>
    <w:p w:rsidR="00020A94" w:rsidRDefault="001B1F00" w:rsidP="006916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Рассматриваемое Обращение рассмотрено на заседании постоянной комиссии по социальной политике  и р</w:t>
      </w:r>
      <w:r w:rsidR="001B7080">
        <w:rPr>
          <w:sz w:val="28"/>
          <w:szCs w:val="28"/>
        </w:rPr>
        <w:t>ешением комиссии от 21.11</w:t>
      </w:r>
      <w:r w:rsidR="005F5B04">
        <w:rPr>
          <w:sz w:val="28"/>
          <w:szCs w:val="28"/>
        </w:rPr>
        <w:t xml:space="preserve">.2023 </w:t>
      </w:r>
      <w:r>
        <w:rPr>
          <w:sz w:val="28"/>
          <w:szCs w:val="28"/>
        </w:rPr>
        <w:t>№</w:t>
      </w:r>
      <w:r w:rsidR="001B7080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</w:p>
    <w:p w:rsidR="001B1F00" w:rsidRDefault="001B1F00" w:rsidP="00691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предлагается Думе поддержать Обращение в соответствии с подготовленным комиссией проектом решения Думы. </w:t>
      </w:r>
    </w:p>
    <w:p w:rsidR="001B1F00" w:rsidRDefault="001B1F00" w:rsidP="006916ED">
      <w:pPr>
        <w:jc w:val="both"/>
        <w:rPr>
          <w:sz w:val="28"/>
          <w:szCs w:val="28"/>
        </w:rPr>
      </w:pPr>
    </w:p>
    <w:p w:rsidR="001B1F00" w:rsidRDefault="001B1F00" w:rsidP="001B1F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Вывод: </w:t>
      </w:r>
      <w:r w:rsidRPr="001B1F00">
        <w:rPr>
          <w:sz w:val="28"/>
          <w:szCs w:val="28"/>
        </w:rPr>
        <w:t>проект решения Думы городского округа Тольятти «Об обращении депутатов Думы городского округа Жигулевск Самарской области в Самарскую Губернскую Думу по вопросу поддержки военнослужащих и ветеранов, участников Специальной военной операции и их семей, а также категорий лиц, приравненных к ним, проживающих на территории Самарской области»</w:t>
      </w:r>
      <w:r>
        <w:rPr>
          <w:sz w:val="28"/>
          <w:szCs w:val="28"/>
        </w:rPr>
        <w:t xml:space="preserve"> может быть рассмотрен на заседании Думы.</w:t>
      </w:r>
    </w:p>
    <w:p w:rsidR="001B1F00" w:rsidRDefault="001B1F00" w:rsidP="006916ED">
      <w:pPr>
        <w:jc w:val="both"/>
        <w:rPr>
          <w:sz w:val="28"/>
          <w:szCs w:val="28"/>
        </w:rPr>
      </w:pPr>
    </w:p>
    <w:p w:rsidR="001B1F00" w:rsidRDefault="001B1F00" w:rsidP="006916ED">
      <w:pPr>
        <w:jc w:val="both"/>
        <w:rPr>
          <w:sz w:val="28"/>
          <w:szCs w:val="28"/>
        </w:rPr>
      </w:pPr>
    </w:p>
    <w:p w:rsidR="001B1F00" w:rsidRDefault="001B1F00" w:rsidP="006916ED">
      <w:pPr>
        <w:jc w:val="both"/>
        <w:rPr>
          <w:sz w:val="28"/>
          <w:szCs w:val="28"/>
        </w:rPr>
      </w:pPr>
    </w:p>
    <w:p w:rsidR="006A02C4" w:rsidRPr="00E95EBA" w:rsidRDefault="00BF2008" w:rsidP="006916ED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21D4">
        <w:rPr>
          <w:sz w:val="28"/>
          <w:szCs w:val="28"/>
        </w:rPr>
        <w:t>ачальник</w:t>
      </w:r>
      <w:r w:rsidR="00FC51B8">
        <w:rPr>
          <w:sz w:val="28"/>
          <w:szCs w:val="28"/>
        </w:rPr>
        <w:t>а</w:t>
      </w:r>
      <w:r w:rsidR="00C721D4">
        <w:rPr>
          <w:sz w:val="28"/>
          <w:szCs w:val="28"/>
        </w:rPr>
        <w:t xml:space="preserve"> отдела </w:t>
      </w:r>
      <w:r w:rsidR="000F64BD">
        <w:rPr>
          <w:sz w:val="28"/>
          <w:szCs w:val="28"/>
        </w:rPr>
        <w:t xml:space="preserve"> </w:t>
      </w:r>
      <w:r w:rsidR="00AE7D74" w:rsidRPr="00E95EBA">
        <w:rPr>
          <w:sz w:val="28"/>
          <w:szCs w:val="28"/>
        </w:rPr>
        <w:tab/>
      </w:r>
      <w:r w:rsidR="00AE7D74" w:rsidRPr="00E95EBA">
        <w:rPr>
          <w:sz w:val="28"/>
          <w:szCs w:val="28"/>
        </w:rPr>
        <w:tab/>
      </w:r>
      <w:r w:rsidR="00AE7D74" w:rsidRPr="00E95EBA">
        <w:rPr>
          <w:sz w:val="28"/>
          <w:szCs w:val="28"/>
        </w:rPr>
        <w:tab/>
      </w:r>
      <w:r w:rsidR="006B35C9" w:rsidRPr="00E95EBA">
        <w:rPr>
          <w:sz w:val="28"/>
          <w:szCs w:val="28"/>
        </w:rPr>
        <w:tab/>
      </w:r>
      <w:r w:rsidR="00FC51B8">
        <w:rPr>
          <w:sz w:val="28"/>
          <w:szCs w:val="28"/>
        </w:rPr>
        <w:tab/>
      </w:r>
      <w:r w:rsidR="00C721D4">
        <w:rPr>
          <w:sz w:val="28"/>
          <w:szCs w:val="28"/>
        </w:rPr>
        <w:tab/>
      </w:r>
      <w:r>
        <w:rPr>
          <w:sz w:val="28"/>
          <w:szCs w:val="28"/>
        </w:rPr>
        <w:tab/>
        <w:t>Д.В. Замчевский</w:t>
      </w:r>
    </w:p>
    <w:p w:rsidR="006B3ABB" w:rsidRDefault="006B3ABB">
      <w:pPr>
        <w:rPr>
          <w:i/>
          <w:sz w:val="28"/>
          <w:szCs w:val="28"/>
        </w:rPr>
      </w:pPr>
    </w:p>
    <w:p w:rsidR="001B1F00" w:rsidRDefault="001B1F00">
      <w:pPr>
        <w:rPr>
          <w:i/>
          <w:sz w:val="28"/>
          <w:szCs w:val="28"/>
        </w:rPr>
      </w:pPr>
    </w:p>
    <w:p w:rsidR="001B1F00" w:rsidRDefault="00CF6114">
      <w:pPr>
        <w:rPr>
          <w:i/>
          <w:sz w:val="28"/>
          <w:szCs w:val="28"/>
        </w:rPr>
      </w:pPr>
      <w:r w:rsidRPr="00E95EBA">
        <w:rPr>
          <w:i/>
          <w:sz w:val="28"/>
          <w:szCs w:val="28"/>
        </w:rPr>
        <w:t>Тимофеева С.В.</w:t>
      </w:r>
      <w:r w:rsidR="007F2E08">
        <w:rPr>
          <w:i/>
          <w:sz w:val="28"/>
          <w:szCs w:val="28"/>
        </w:rPr>
        <w:t>,</w:t>
      </w:r>
    </w:p>
    <w:p w:rsidR="00C2672F" w:rsidRPr="00E95EBA" w:rsidRDefault="001F62E7">
      <w:pPr>
        <w:rPr>
          <w:i/>
          <w:sz w:val="28"/>
          <w:szCs w:val="28"/>
        </w:rPr>
      </w:pPr>
      <w:r w:rsidRPr="00E95EBA">
        <w:rPr>
          <w:i/>
          <w:sz w:val="28"/>
          <w:szCs w:val="28"/>
        </w:rPr>
        <w:t>тел.</w:t>
      </w:r>
      <w:r w:rsidR="00CF6114" w:rsidRPr="00E95EBA">
        <w:rPr>
          <w:i/>
          <w:sz w:val="28"/>
          <w:szCs w:val="28"/>
        </w:rPr>
        <w:t xml:space="preserve"> 28-05-67</w:t>
      </w:r>
    </w:p>
    <w:sectPr w:rsidR="00C2672F" w:rsidRPr="00E95EBA" w:rsidSect="00186505">
      <w:footerReference w:type="default" r:id="rId9"/>
      <w:pgSz w:w="11906" w:h="16838"/>
      <w:pgMar w:top="1135" w:right="851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080" w:rsidRDefault="001B7080" w:rsidP="00AE4E04">
      <w:r>
        <w:separator/>
      </w:r>
    </w:p>
  </w:endnote>
  <w:endnote w:type="continuationSeparator" w:id="0">
    <w:p w:rsidR="001B7080" w:rsidRDefault="001B7080" w:rsidP="00AE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4980588"/>
      <w:docPartObj>
        <w:docPartGallery w:val="Page Numbers (Bottom of Page)"/>
        <w:docPartUnique/>
      </w:docPartObj>
    </w:sdtPr>
    <w:sdtEndPr/>
    <w:sdtContent>
      <w:p w:rsidR="001B7080" w:rsidRDefault="001B708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BB5">
          <w:rPr>
            <w:noProof/>
          </w:rPr>
          <w:t>2</w:t>
        </w:r>
        <w:r>
          <w:fldChar w:fldCharType="end"/>
        </w:r>
      </w:p>
    </w:sdtContent>
  </w:sdt>
  <w:p w:rsidR="001B7080" w:rsidRDefault="001B708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080" w:rsidRDefault="001B7080" w:rsidP="00AE4E04">
      <w:r>
        <w:separator/>
      </w:r>
    </w:p>
  </w:footnote>
  <w:footnote w:type="continuationSeparator" w:id="0">
    <w:p w:rsidR="001B7080" w:rsidRDefault="001B7080" w:rsidP="00AE4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F19C3"/>
    <w:multiLevelType w:val="hybridMultilevel"/>
    <w:tmpl w:val="1930D092"/>
    <w:lvl w:ilvl="0" w:tplc="039268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0E2858"/>
    <w:multiLevelType w:val="hybridMultilevel"/>
    <w:tmpl w:val="B080A24C"/>
    <w:lvl w:ilvl="0" w:tplc="87FA0F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4A822AD"/>
    <w:multiLevelType w:val="hybridMultilevel"/>
    <w:tmpl w:val="76B20D74"/>
    <w:lvl w:ilvl="0" w:tplc="EFA8C4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F25B3F"/>
    <w:multiLevelType w:val="hybridMultilevel"/>
    <w:tmpl w:val="DC10D82E"/>
    <w:lvl w:ilvl="0" w:tplc="F9D89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4CF46D2"/>
    <w:multiLevelType w:val="hybridMultilevel"/>
    <w:tmpl w:val="1D941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A7B72"/>
    <w:multiLevelType w:val="hybridMultilevel"/>
    <w:tmpl w:val="07BE4C54"/>
    <w:lvl w:ilvl="0" w:tplc="80DCF3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8333556"/>
    <w:multiLevelType w:val="hybridMultilevel"/>
    <w:tmpl w:val="59BE2494"/>
    <w:lvl w:ilvl="0" w:tplc="E15C3D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3B04FFD"/>
    <w:multiLevelType w:val="multilevel"/>
    <w:tmpl w:val="C6A665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>
    <w:nsid w:val="559E5C8A"/>
    <w:multiLevelType w:val="multilevel"/>
    <w:tmpl w:val="3E689A44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2595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3345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3735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4485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4875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5625" w:hanging="1800"/>
      </w:pPr>
      <w:rPr>
        <w:rFonts w:hint="default"/>
        <w:i/>
      </w:rPr>
    </w:lvl>
  </w:abstractNum>
  <w:abstractNum w:abstractNumId="9">
    <w:nsid w:val="57982AF4"/>
    <w:multiLevelType w:val="hybridMultilevel"/>
    <w:tmpl w:val="76229048"/>
    <w:lvl w:ilvl="0" w:tplc="A7807E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B1183F"/>
    <w:multiLevelType w:val="hybridMultilevel"/>
    <w:tmpl w:val="DCF40AA8"/>
    <w:lvl w:ilvl="0" w:tplc="3E0A5E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0F61875"/>
    <w:multiLevelType w:val="hybridMultilevel"/>
    <w:tmpl w:val="3D180A58"/>
    <w:lvl w:ilvl="0" w:tplc="1E982B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3A56F60"/>
    <w:multiLevelType w:val="hybridMultilevel"/>
    <w:tmpl w:val="537639B4"/>
    <w:lvl w:ilvl="0" w:tplc="93ACC87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4FE42F1"/>
    <w:multiLevelType w:val="hybridMultilevel"/>
    <w:tmpl w:val="08FC2F0A"/>
    <w:lvl w:ilvl="0" w:tplc="D49CE3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6B73BC2"/>
    <w:multiLevelType w:val="hybridMultilevel"/>
    <w:tmpl w:val="44E21694"/>
    <w:lvl w:ilvl="0" w:tplc="492C7BF8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47028C"/>
    <w:multiLevelType w:val="hybridMultilevel"/>
    <w:tmpl w:val="952A0464"/>
    <w:lvl w:ilvl="0" w:tplc="41446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99C1791"/>
    <w:multiLevelType w:val="hybridMultilevel"/>
    <w:tmpl w:val="3188905E"/>
    <w:lvl w:ilvl="0" w:tplc="7B4C81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1"/>
  </w:num>
  <w:num w:numId="5">
    <w:abstractNumId w:val="3"/>
  </w:num>
  <w:num w:numId="6">
    <w:abstractNumId w:val="13"/>
  </w:num>
  <w:num w:numId="7">
    <w:abstractNumId w:val="1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6"/>
  </w:num>
  <w:num w:numId="11">
    <w:abstractNumId w:val="6"/>
  </w:num>
  <w:num w:numId="12">
    <w:abstractNumId w:val="15"/>
  </w:num>
  <w:num w:numId="13">
    <w:abstractNumId w:val="5"/>
  </w:num>
  <w:num w:numId="14">
    <w:abstractNumId w:val="4"/>
  </w:num>
  <w:num w:numId="15">
    <w:abstractNumId w:val="9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3E13"/>
    <w:rsid w:val="00006267"/>
    <w:rsid w:val="00020A94"/>
    <w:rsid w:val="0002111D"/>
    <w:rsid w:val="00024014"/>
    <w:rsid w:val="000359FB"/>
    <w:rsid w:val="00036405"/>
    <w:rsid w:val="000377CA"/>
    <w:rsid w:val="000378C7"/>
    <w:rsid w:val="000402E1"/>
    <w:rsid w:val="0004061C"/>
    <w:rsid w:val="00044545"/>
    <w:rsid w:val="00053A4B"/>
    <w:rsid w:val="00060966"/>
    <w:rsid w:val="00061F80"/>
    <w:rsid w:val="00067359"/>
    <w:rsid w:val="0007364B"/>
    <w:rsid w:val="00082D60"/>
    <w:rsid w:val="00085725"/>
    <w:rsid w:val="00087C46"/>
    <w:rsid w:val="00095827"/>
    <w:rsid w:val="000A3914"/>
    <w:rsid w:val="000A56F2"/>
    <w:rsid w:val="000A7B37"/>
    <w:rsid w:val="000B0E85"/>
    <w:rsid w:val="000B471D"/>
    <w:rsid w:val="000D17C5"/>
    <w:rsid w:val="000D4CB4"/>
    <w:rsid w:val="000D572D"/>
    <w:rsid w:val="000E01CF"/>
    <w:rsid w:val="000F64BD"/>
    <w:rsid w:val="000F6B1E"/>
    <w:rsid w:val="00122870"/>
    <w:rsid w:val="00126F57"/>
    <w:rsid w:val="001305C6"/>
    <w:rsid w:val="00131FB5"/>
    <w:rsid w:val="001422D6"/>
    <w:rsid w:val="0014654E"/>
    <w:rsid w:val="001465B7"/>
    <w:rsid w:val="001517FE"/>
    <w:rsid w:val="00156F9A"/>
    <w:rsid w:val="001665AA"/>
    <w:rsid w:val="001741AC"/>
    <w:rsid w:val="001776E9"/>
    <w:rsid w:val="00180420"/>
    <w:rsid w:val="001811D7"/>
    <w:rsid w:val="001830E3"/>
    <w:rsid w:val="00186505"/>
    <w:rsid w:val="00190064"/>
    <w:rsid w:val="0019376A"/>
    <w:rsid w:val="001974F2"/>
    <w:rsid w:val="001A43CC"/>
    <w:rsid w:val="001A5430"/>
    <w:rsid w:val="001A779D"/>
    <w:rsid w:val="001B1F00"/>
    <w:rsid w:val="001B282C"/>
    <w:rsid w:val="001B2F1B"/>
    <w:rsid w:val="001B7080"/>
    <w:rsid w:val="001C0CE0"/>
    <w:rsid w:val="001C4B5B"/>
    <w:rsid w:val="001C5163"/>
    <w:rsid w:val="001D5707"/>
    <w:rsid w:val="001E23B2"/>
    <w:rsid w:val="001E4DB6"/>
    <w:rsid w:val="001E7797"/>
    <w:rsid w:val="001F1350"/>
    <w:rsid w:val="001F1C7A"/>
    <w:rsid w:val="001F62E7"/>
    <w:rsid w:val="00201178"/>
    <w:rsid w:val="00202E14"/>
    <w:rsid w:val="00206CF4"/>
    <w:rsid w:val="00212150"/>
    <w:rsid w:val="002123AB"/>
    <w:rsid w:val="00212A60"/>
    <w:rsid w:val="00217F96"/>
    <w:rsid w:val="00220D4A"/>
    <w:rsid w:val="002213D9"/>
    <w:rsid w:val="00222838"/>
    <w:rsid w:val="00226A26"/>
    <w:rsid w:val="002309D8"/>
    <w:rsid w:val="00230F0C"/>
    <w:rsid w:val="00244540"/>
    <w:rsid w:val="00245E09"/>
    <w:rsid w:val="002514CC"/>
    <w:rsid w:val="0025235E"/>
    <w:rsid w:val="00253619"/>
    <w:rsid w:val="00262D7B"/>
    <w:rsid w:val="002635ED"/>
    <w:rsid w:val="00264BDC"/>
    <w:rsid w:val="002660A4"/>
    <w:rsid w:val="00267D67"/>
    <w:rsid w:val="00270D60"/>
    <w:rsid w:val="00271F90"/>
    <w:rsid w:val="0027200C"/>
    <w:rsid w:val="002720FE"/>
    <w:rsid w:val="00277990"/>
    <w:rsid w:val="0028301D"/>
    <w:rsid w:val="002867D7"/>
    <w:rsid w:val="00287317"/>
    <w:rsid w:val="0029475B"/>
    <w:rsid w:val="002955F0"/>
    <w:rsid w:val="00295718"/>
    <w:rsid w:val="002968B1"/>
    <w:rsid w:val="00297FAD"/>
    <w:rsid w:val="002B6ED5"/>
    <w:rsid w:val="002C2ADF"/>
    <w:rsid w:val="002C48BE"/>
    <w:rsid w:val="002D086C"/>
    <w:rsid w:val="002D62DF"/>
    <w:rsid w:val="002D7045"/>
    <w:rsid w:val="002E6411"/>
    <w:rsid w:val="002F405D"/>
    <w:rsid w:val="002F4B7F"/>
    <w:rsid w:val="002F6F6B"/>
    <w:rsid w:val="002F7153"/>
    <w:rsid w:val="00303226"/>
    <w:rsid w:val="00305EDA"/>
    <w:rsid w:val="00322160"/>
    <w:rsid w:val="003228CF"/>
    <w:rsid w:val="00324DEF"/>
    <w:rsid w:val="00345DD8"/>
    <w:rsid w:val="0034697F"/>
    <w:rsid w:val="00346FD1"/>
    <w:rsid w:val="003575D8"/>
    <w:rsid w:val="0036312A"/>
    <w:rsid w:val="00371AC8"/>
    <w:rsid w:val="003729CE"/>
    <w:rsid w:val="003734CA"/>
    <w:rsid w:val="00380E46"/>
    <w:rsid w:val="00381CE7"/>
    <w:rsid w:val="003821BC"/>
    <w:rsid w:val="00386676"/>
    <w:rsid w:val="00390167"/>
    <w:rsid w:val="00394519"/>
    <w:rsid w:val="00396531"/>
    <w:rsid w:val="00396C75"/>
    <w:rsid w:val="003A04DB"/>
    <w:rsid w:val="003A0AF4"/>
    <w:rsid w:val="003C183C"/>
    <w:rsid w:val="003D4628"/>
    <w:rsid w:val="003E4091"/>
    <w:rsid w:val="003E554F"/>
    <w:rsid w:val="003E72AE"/>
    <w:rsid w:val="003F2093"/>
    <w:rsid w:val="003F471E"/>
    <w:rsid w:val="003F5484"/>
    <w:rsid w:val="003F76F6"/>
    <w:rsid w:val="0041270D"/>
    <w:rsid w:val="00422359"/>
    <w:rsid w:val="00423F73"/>
    <w:rsid w:val="004351D0"/>
    <w:rsid w:val="004379BD"/>
    <w:rsid w:val="00445115"/>
    <w:rsid w:val="004459CD"/>
    <w:rsid w:val="004469AD"/>
    <w:rsid w:val="00451A7A"/>
    <w:rsid w:val="004558C1"/>
    <w:rsid w:val="004610E8"/>
    <w:rsid w:val="004672BF"/>
    <w:rsid w:val="004771EA"/>
    <w:rsid w:val="00480A2E"/>
    <w:rsid w:val="0048129E"/>
    <w:rsid w:val="00484BC0"/>
    <w:rsid w:val="004859BE"/>
    <w:rsid w:val="004866B1"/>
    <w:rsid w:val="004963B0"/>
    <w:rsid w:val="004A03E7"/>
    <w:rsid w:val="004A085E"/>
    <w:rsid w:val="004A11AA"/>
    <w:rsid w:val="004A543C"/>
    <w:rsid w:val="004C2505"/>
    <w:rsid w:val="004C7903"/>
    <w:rsid w:val="004D1328"/>
    <w:rsid w:val="004E1F4C"/>
    <w:rsid w:val="004E5FE9"/>
    <w:rsid w:val="004E7D64"/>
    <w:rsid w:val="00505239"/>
    <w:rsid w:val="00506FCF"/>
    <w:rsid w:val="005124CB"/>
    <w:rsid w:val="005129A8"/>
    <w:rsid w:val="00516287"/>
    <w:rsid w:val="005205D1"/>
    <w:rsid w:val="00523BD3"/>
    <w:rsid w:val="00524A9B"/>
    <w:rsid w:val="00525570"/>
    <w:rsid w:val="00530D6D"/>
    <w:rsid w:val="00530E6C"/>
    <w:rsid w:val="00535625"/>
    <w:rsid w:val="005436A3"/>
    <w:rsid w:val="00555FC6"/>
    <w:rsid w:val="0056555F"/>
    <w:rsid w:val="0056764A"/>
    <w:rsid w:val="00575835"/>
    <w:rsid w:val="005815F1"/>
    <w:rsid w:val="005839FF"/>
    <w:rsid w:val="005866FB"/>
    <w:rsid w:val="00590248"/>
    <w:rsid w:val="005920EF"/>
    <w:rsid w:val="005A4F41"/>
    <w:rsid w:val="005A5C88"/>
    <w:rsid w:val="005C6F4B"/>
    <w:rsid w:val="005E0D81"/>
    <w:rsid w:val="005E7C52"/>
    <w:rsid w:val="005F5B04"/>
    <w:rsid w:val="006046EB"/>
    <w:rsid w:val="00604E07"/>
    <w:rsid w:val="006062D6"/>
    <w:rsid w:val="00611C38"/>
    <w:rsid w:val="006250E8"/>
    <w:rsid w:val="00626D80"/>
    <w:rsid w:val="006305B7"/>
    <w:rsid w:val="006335BC"/>
    <w:rsid w:val="00633C13"/>
    <w:rsid w:val="00634D7E"/>
    <w:rsid w:val="00644BD7"/>
    <w:rsid w:val="00651E9B"/>
    <w:rsid w:val="00655DD5"/>
    <w:rsid w:val="00661938"/>
    <w:rsid w:val="006722F9"/>
    <w:rsid w:val="006748BC"/>
    <w:rsid w:val="00674F2F"/>
    <w:rsid w:val="00675928"/>
    <w:rsid w:val="0068009F"/>
    <w:rsid w:val="006856F0"/>
    <w:rsid w:val="00685BFE"/>
    <w:rsid w:val="00690EEF"/>
    <w:rsid w:val="00691503"/>
    <w:rsid w:val="006916ED"/>
    <w:rsid w:val="00692E2B"/>
    <w:rsid w:val="00693352"/>
    <w:rsid w:val="00694CFD"/>
    <w:rsid w:val="00697F28"/>
    <w:rsid w:val="006A02C4"/>
    <w:rsid w:val="006A044E"/>
    <w:rsid w:val="006A2992"/>
    <w:rsid w:val="006A315F"/>
    <w:rsid w:val="006A7233"/>
    <w:rsid w:val="006B00BB"/>
    <w:rsid w:val="006B35C9"/>
    <w:rsid w:val="006B3ABB"/>
    <w:rsid w:val="006B3BFC"/>
    <w:rsid w:val="006B47FE"/>
    <w:rsid w:val="006B520D"/>
    <w:rsid w:val="006C4CE5"/>
    <w:rsid w:val="006C705D"/>
    <w:rsid w:val="006D0A3C"/>
    <w:rsid w:val="006D58AA"/>
    <w:rsid w:val="006D5B5F"/>
    <w:rsid w:val="006D609B"/>
    <w:rsid w:val="006D692C"/>
    <w:rsid w:val="006E4D59"/>
    <w:rsid w:val="006E5B70"/>
    <w:rsid w:val="006E724A"/>
    <w:rsid w:val="006F03C7"/>
    <w:rsid w:val="006F10C3"/>
    <w:rsid w:val="006F1285"/>
    <w:rsid w:val="006F5697"/>
    <w:rsid w:val="006F7B58"/>
    <w:rsid w:val="00700D0D"/>
    <w:rsid w:val="007037C5"/>
    <w:rsid w:val="00705CBA"/>
    <w:rsid w:val="00710F93"/>
    <w:rsid w:val="00711B2C"/>
    <w:rsid w:val="00713FAD"/>
    <w:rsid w:val="00722B42"/>
    <w:rsid w:val="00726280"/>
    <w:rsid w:val="00726738"/>
    <w:rsid w:val="007275F6"/>
    <w:rsid w:val="00734038"/>
    <w:rsid w:val="007359A2"/>
    <w:rsid w:val="00737020"/>
    <w:rsid w:val="00744815"/>
    <w:rsid w:val="007534EF"/>
    <w:rsid w:val="007616B4"/>
    <w:rsid w:val="007633D8"/>
    <w:rsid w:val="00773B33"/>
    <w:rsid w:val="0077652E"/>
    <w:rsid w:val="00784CFE"/>
    <w:rsid w:val="00787120"/>
    <w:rsid w:val="00793081"/>
    <w:rsid w:val="007937CF"/>
    <w:rsid w:val="007950E7"/>
    <w:rsid w:val="007A1549"/>
    <w:rsid w:val="007A242F"/>
    <w:rsid w:val="007A715F"/>
    <w:rsid w:val="007B25BA"/>
    <w:rsid w:val="007C2C93"/>
    <w:rsid w:val="007C3A91"/>
    <w:rsid w:val="007C457F"/>
    <w:rsid w:val="007C552F"/>
    <w:rsid w:val="007C7400"/>
    <w:rsid w:val="007D11FF"/>
    <w:rsid w:val="007D3F25"/>
    <w:rsid w:val="007D4981"/>
    <w:rsid w:val="007D6FF4"/>
    <w:rsid w:val="007D76DB"/>
    <w:rsid w:val="007E03F8"/>
    <w:rsid w:val="007E67CA"/>
    <w:rsid w:val="007F1A91"/>
    <w:rsid w:val="007F1FBC"/>
    <w:rsid w:val="007F2E08"/>
    <w:rsid w:val="0080141A"/>
    <w:rsid w:val="008020B8"/>
    <w:rsid w:val="008120BC"/>
    <w:rsid w:val="00817D95"/>
    <w:rsid w:val="00827F1B"/>
    <w:rsid w:val="00833436"/>
    <w:rsid w:val="00833927"/>
    <w:rsid w:val="00835A6E"/>
    <w:rsid w:val="0084168E"/>
    <w:rsid w:val="00845AA5"/>
    <w:rsid w:val="008476D7"/>
    <w:rsid w:val="00847868"/>
    <w:rsid w:val="00850ACD"/>
    <w:rsid w:val="0085313D"/>
    <w:rsid w:val="0087337D"/>
    <w:rsid w:val="00876277"/>
    <w:rsid w:val="00883FFE"/>
    <w:rsid w:val="008877A2"/>
    <w:rsid w:val="00893A50"/>
    <w:rsid w:val="00893B51"/>
    <w:rsid w:val="0089503A"/>
    <w:rsid w:val="0089608E"/>
    <w:rsid w:val="008A101C"/>
    <w:rsid w:val="008B360D"/>
    <w:rsid w:val="008B3966"/>
    <w:rsid w:val="008B5964"/>
    <w:rsid w:val="008B6B70"/>
    <w:rsid w:val="008B7DC0"/>
    <w:rsid w:val="008C55A5"/>
    <w:rsid w:val="008D0747"/>
    <w:rsid w:val="008D09E4"/>
    <w:rsid w:val="008D142A"/>
    <w:rsid w:val="008D2F74"/>
    <w:rsid w:val="008D36FC"/>
    <w:rsid w:val="008D4ECF"/>
    <w:rsid w:val="008D61B0"/>
    <w:rsid w:val="008E003D"/>
    <w:rsid w:val="008E4F0C"/>
    <w:rsid w:val="00902CF6"/>
    <w:rsid w:val="00904025"/>
    <w:rsid w:val="009214B5"/>
    <w:rsid w:val="00922B3D"/>
    <w:rsid w:val="009236E2"/>
    <w:rsid w:val="009357F8"/>
    <w:rsid w:val="00941E08"/>
    <w:rsid w:val="00954EC2"/>
    <w:rsid w:val="0096041B"/>
    <w:rsid w:val="00960A87"/>
    <w:rsid w:val="0096129E"/>
    <w:rsid w:val="00963C26"/>
    <w:rsid w:val="00964E11"/>
    <w:rsid w:val="00965429"/>
    <w:rsid w:val="00966016"/>
    <w:rsid w:val="0096606B"/>
    <w:rsid w:val="009662EC"/>
    <w:rsid w:val="00967F78"/>
    <w:rsid w:val="00975934"/>
    <w:rsid w:val="00981D0F"/>
    <w:rsid w:val="00982BA9"/>
    <w:rsid w:val="00983A23"/>
    <w:rsid w:val="00984CE5"/>
    <w:rsid w:val="009867B5"/>
    <w:rsid w:val="009916AB"/>
    <w:rsid w:val="009A014C"/>
    <w:rsid w:val="009A0492"/>
    <w:rsid w:val="009A36CF"/>
    <w:rsid w:val="009B0C45"/>
    <w:rsid w:val="009B269C"/>
    <w:rsid w:val="009C1352"/>
    <w:rsid w:val="009C3BA1"/>
    <w:rsid w:val="009C4385"/>
    <w:rsid w:val="009D34F9"/>
    <w:rsid w:val="009D48F2"/>
    <w:rsid w:val="009D64DC"/>
    <w:rsid w:val="009D66CE"/>
    <w:rsid w:val="009E2D6A"/>
    <w:rsid w:val="00A06517"/>
    <w:rsid w:val="00A065F8"/>
    <w:rsid w:val="00A107E9"/>
    <w:rsid w:val="00A1142F"/>
    <w:rsid w:val="00A12D14"/>
    <w:rsid w:val="00A17199"/>
    <w:rsid w:val="00A205F9"/>
    <w:rsid w:val="00A22F50"/>
    <w:rsid w:val="00A26D24"/>
    <w:rsid w:val="00A36112"/>
    <w:rsid w:val="00A37B14"/>
    <w:rsid w:val="00A41203"/>
    <w:rsid w:val="00A570E5"/>
    <w:rsid w:val="00A6383F"/>
    <w:rsid w:val="00A65D26"/>
    <w:rsid w:val="00A77DDB"/>
    <w:rsid w:val="00A8050F"/>
    <w:rsid w:val="00A80A5F"/>
    <w:rsid w:val="00A8224C"/>
    <w:rsid w:val="00A82B76"/>
    <w:rsid w:val="00A84193"/>
    <w:rsid w:val="00A84883"/>
    <w:rsid w:val="00A90D01"/>
    <w:rsid w:val="00A93D05"/>
    <w:rsid w:val="00A951EE"/>
    <w:rsid w:val="00A9700A"/>
    <w:rsid w:val="00A9739B"/>
    <w:rsid w:val="00AA0002"/>
    <w:rsid w:val="00AA39C0"/>
    <w:rsid w:val="00AA783B"/>
    <w:rsid w:val="00AA7993"/>
    <w:rsid w:val="00AB35DD"/>
    <w:rsid w:val="00AC2E0A"/>
    <w:rsid w:val="00AC496F"/>
    <w:rsid w:val="00AD002C"/>
    <w:rsid w:val="00AD0931"/>
    <w:rsid w:val="00AD1178"/>
    <w:rsid w:val="00AD524A"/>
    <w:rsid w:val="00AD5265"/>
    <w:rsid w:val="00AD7A13"/>
    <w:rsid w:val="00AE4E04"/>
    <w:rsid w:val="00AE7D74"/>
    <w:rsid w:val="00AF1E51"/>
    <w:rsid w:val="00AF288A"/>
    <w:rsid w:val="00AF5512"/>
    <w:rsid w:val="00AF6D7E"/>
    <w:rsid w:val="00B00B34"/>
    <w:rsid w:val="00B02FF5"/>
    <w:rsid w:val="00B0451F"/>
    <w:rsid w:val="00B06B2B"/>
    <w:rsid w:val="00B103D0"/>
    <w:rsid w:val="00B122B8"/>
    <w:rsid w:val="00B12B43"/>
    <w:rsid w:val="00B1540A"/>
    <w:rsid w:val="00B17828"/>
    <w:rsid w:val="00B244C1"/>
    <w:rsid w:val="00B37262"/>
    <w:rsid w:val="00B37E27"/>
    <w:rsid w:val="00B441DE"/>
    <w:rsid w:val="00B44D09"/>
    <w:rsid w:val="00B46C76"/>
    <w:rsid w:val="00B47301"/>
    <w:rsid w:val="00B52901"/>
    <w:rsid w:val="00B626D0"/>
    <w:rsid w:val="00B741CA"/>
    <w:rsid w:val="00B75224"/>
    <w:rsid w:val="00B81963"/>
    <w:rsid w:val="00B827AD"/>
    <w:rsid w:val="00B87AB4"/>
    <w:rsid w:val="00BA08C7"/>
    <w:rsid w:val="00BA2594"/>
    <w:rsid w:val="00BA324A"/>
    <w:rsid w:val="00BA755E"/>
    <w:rsid w:val="00BA767A"/>
    <w:rsid w:val="00BB04E0"/>
    <w:rsid w:val="00BB40C2"/>
    <w:rsid w:val="00BC048C"/>
    <w:rsid w:val="00BD02BF"/>
    <w:rsid w:val="00BD50A8"/>
    <w:rsid w:val="00BD6C74"/>
    <w:rsid w:val="00BE0243"/>
    <w:rsid w:val="00BF2008"/>
    <w:rsid w:val="00BF5EE1"/>
    <w:rsid w:val="00BF7AEB"/>
    <w:rsid w:val="00C020E4"/>
    <w:rsid w:val="00C0338A"/>
    <w:rsid w:val="00C246A2"/>
    <w:rsid w:val="00C250DA"/>
    <w:rsid w:val="00C2672F"/>
    <w:rsid w:val="00C30E58"/>
    <w:rsid w:val="00C3183D"/>
    <w:rsid w:val="00C33789"/>
    <w:rsid w:val="00C358A7"/>
    <w:rsid w:val="00C37376"/>
    <w:rsid w:val="00C40B45"/>
    <w:rsid w:val="00C474B8"/>
    <w:rsid w:val="00C477F3"/>
    <w:rsid w:val="00C516D8"/>
    <w:rsid w:val="00C609B2"/>
    <w:rsid w:val="00C65E43"/>
    <w:rsid w:val="00C65ED7"/>
    <w:rsid w:val="00C70F16"/>
    <w:rsid w:val="00C721D4"/>
    <w:rsid w:val="00C836BF"/>
    <w:rsid w:val="00C83B2A"/>
    <w:rsid w:val="00C857BF"/>
    <w:rsid w:val="00C87F17"/>
    <w:rsid w:val="00C92E85"/>
    <w:rsid w:val="00C9500A"/>
    <w:rsid w:val="00C97C8B"/>
    <w:rsid w:val="00C97CEC"/>
    <w:rsid w:val="00CA06B5"/>
    <w:rsid w:val="00CA6AA5"/>
    <w:rsid w:val="00CB17EE"/>
    <w:rsid w:val="00CB3553"/>
    <w:rsid w:val="00CB3A2A"/>
    <w:rsid w:val="00CB616C"/>
    <w:rsid w:val="00CD202B"/>
    <w:rsid w:val="00CD2803"/>
    <w:rsid w:val="00CD5BED"/>
    <w:rsid w:val="00CD6D60"/>
    <w:rsid w:val="00CD7BB5"/>
    <w:rsid w:val="00CE39BF"/>
    <w:rsid w:val="00CE3E67"/>
    <w:rsid w:val="00CF3106"/>
    <w:rsid w:val="00CF3D5B"/>
    <w:rsid w:val="00CF411C"/>
    <w:rsid w:val="00CF5C1C"/>
    <w:rsid w:val="00CF6114"/>
    <w:rsid w:val="00D038E7"/>
    <w:rsid w:val="00D05F77"/>
    <w:rsid w:val="00D0691E"/>
    <w:rsid w:val="00D12E9E"/>
    <w:rsid w:val="00D138B5"/>
    <w:rsid w:val="00D145B9"/>
    <w:rsid w:val="00D16BE6"/>
    <w:rsid w:val="00D174FE"/>
    <w:rsid w:val="00D20274"/>
    <w:rsid w:val="00D205E4"/>
    <w:rsid w:val="00D22B45"/>
    <w:rsid w:val="00D242FF"/>
    <w:rsid w:val="00D25D5A"/>
    <w:rsid w:val="00D27F2A"/>
    <w:rsid w:val="00D31E52"/>
    <w:rsid w:val="00D346D5"/>
    <w:rsid w:val="00D36F23"/>
    <w:rsid w:val="00D37402"/>
    <w:rsid w:val="00D41396"/>
    <w:rsid w:val="00D432A3"/>
    <w:rsid w:val="00D504E5"/>
    <w:rsid w:val="00D57B5B"/>
    <w:rsid w:val="00D60C6E"/>
    <w:rsid w:val="00D6520D"/>
    <w:rsid w:val="00D72C0C"/>
    <w:rsid w:val="00D75BC1"/>
    <w:rsid w:val="00D8536D"/>
    <w:rsid w:val="00D859FF"/>
    <w:rsid w:val="00D9412B"/>
    <w:rsid w:val="00D9698D"/>
    <w:rsid w:val="00D97638"/>
    <w:rsid w:val="00DA0E0D"/>
    <w:rsid w:val="00DA7F43"/>
    <w:rsid w:val="00DB497C"/>
    <w:rsid w:val="00DE0282"/>
    <w:rsid w:val="00DE2082"/>
    <w:rsid w:val="00DE2609"/>
    <w:rsid w:val="00DF0D0A"/>
    <w:rsid w:val="00DF176A"/>
    <w:rsid w:val="00DF5E6D"/>
    <w:rsid w:val="00E04D2E"/>
    <w:rsid w:val="00E108D0"/>
    <w:rsid w:val="00E156D2"/>
    <w:rsid w:val="00E2090F"/>
    <w:rsid w:val="00E246DA"/>
    <w:rsid w:val="00E30F61"/>
    <w:rsid w:val="00E32E27"/>
    <w:rsid w:val="00E3317E"/>
    <w:rsid w:val="00E40B4A"/>
    <w:rsid w:val="00E423E7"/>
    <w:rsid w:val="00E45FE6"/>
    <w:rsid w:val="00E46D29"/>
    <w:rsid w:val="00E476BB"/>
    <w:rsid w:val="00E54137"/>
    <w:rsid w:val="00E563F1"/>
    <w:rsid w:val="00E60F4C"/>
    <w:rsid w:val="00E64017"/>
    <w:rsid w:val="00E646DA"/>
    <w:rsid w:val="00E700E1"/>
    <w:rsid w:val="00E75CAF"/>
    <w:rsid w:val="00E768E7"/>
    <w:rsid w:val="00E8182C"/>
    <w:rsid w:val="00E85D91"/>
    <w:rsid w:val="00E87A64"/>
    <w:rsid w:val="00E90E19"/>
    <w:rsid w:val="00E93408"/>
    <w:rsid w:val="00E9466D"/>
    <w:rsid w:val="00E95EBA"/>
    <w:rsid w:val="00EA1CBB"/>
    <w:rsid w:val="00EA5C23"/>
    <w:rsid w:val="00EA6B5E"/>
    <w:rsid w:val="00EB546F"/>
    <w:rsid w:val="00ED6293"/>
    <w:rsid w:val="00EE1C45"/>
    <w:rsid w:val="00EF4207"/>
    <w:rsid w:val="00EF53BB"/>
    <w:rsid w:val="00F006BA"/>
    <w:rsid w:val="00F0191C"/>
    <w:rsid w:val="00F0265A"/>
    <w:rsid w:val="00F069EE"/>
    <w:rsid w:val="00F070ED"/>
    <w:rsid w:val="00F220DC"/>
    <w:rsid w:val="00F27488"/>
    <w:rsid w:val="00F34F0C"/>
    <w:rsid w:val="00F37103"/>
    <w:rsid w:val="00F37EC9"/>
    <w:rsid w:val="00F428AF"/>
    <w:rsid w:val="00F469E2"/>
    <w:rsid w:val="00F57874"/>
    <w:rsid w:val="00F61EA1"/>
    <w:rsid w:val="00F64C18"/>
    <w:rsid w:val="00F65806"/>
    <w:rsid w:val="00F6647C"/>
    <w:rsid w:val="00F70A57"/>
    <w:rsid w:val="00F863BD"/>
    <w:rsid w:val="00F91B1F"/>
    <w:rsid w:val="00FA13D0"/>
    <w:rsid w:val="00FB54EF"/>
    <w:rsid w:val="00FC0E0E"/>
    <w:rsid w:val="00FC39F6"/>
    <w:rsid w:val="00FC4350"/>
    <w:rsid w:val="00FC51B8"/>
    <w:rsid w:val="00FC7F18"/>
    <w:rsid w:val="00FD376E"/>
    <w:rsid w:val="00FD5E98"/>
    <w:rsid w:val="00FE1FEF"/>
    <w:rsid w:val="00FE30AF"/>
    <w:rsid w:val="00FE3FB1"/>
    <w:rsid w:val="00FF11BE"/>
    <w:rsid w:val="00FF4181"/>
    <w:rsid w:val="00FF4717"/>
    <w:rsid w:val="00FF4FFA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22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31F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paragraph" w:styleId="a6">
    <w:name w:val="Body Text"/>
    <w:basedOn w:val="a"/>
    <w:link w:val="a7"/>
    <w:rsid w:val="002F6F6B"/>
    <w:pPr>
      <w:spacing w:after="120"/>
    </w:pPr>
  </w:style>
  <w:style w:type="character" w:customStyle="1" w:styleId="a7">
    <w:name w:val="Основной текст Знак"/>
    <w:basedOn w:val="a0"/>
    <w:link w:val="a6"/>
    <w:rsid w:val="002F6F6B"/>
    <w:rPr>
      <w:sz w:val="24"/>
      <w:szCs w:val="24"/>
    </w:rPr>
  </w:style>
  <w:style w:type="paragraph" w:styleId="a8">
    <w:name w:val="header"/>
    <w:basedOn w:val="a"/>
    <w:link w:val="a9"/>
    <w:rsid w:val="00AE4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4E04"/>
    <w:rPr>
      <w:sz w:val="24"/>
      <w:szCs w:val="24"/>
    </w:rPr>
  </w:style>
  <w:style w:type="paragraph" w:styleId="aa">
    <w:name w:val="footer"/>
    <w:basedOn w:val="a"/>
    <w:link w:val="ab"/>
    <w:uiPriority w:val="99"/>
    <w:rsid w:val="00AE4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04"/>
    <w:rPr>
      <w:sz w:val="24"/>
      <w:szCs w:val="24"/>
    </w:rPr>
  </w:style>
  <w:style w:type="table" w:styleId="ac">
    <w:name w:val="Table Grid"/>
    <w:basedOn w:val="a1"/>
    <w:rsid w:val="00FF1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72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131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22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31F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paragraph" w:styleId="a6">
    <w:name w:val="Body Text"/>
    <w:basedOn w:val="a"/>
    <w:link w:val="a7"/>
    <w:rsid w:val="002F6F6B"/>
    <w:pPr>
      <w:spacing w:after="120"/>
    </w:pPr>
  </w:style>
  <w:style w:type="character" w:customStyle="1" w:styleId="a7">
    <w:name w:val="Основной текст Знак"/>
    <w:basedOn w:val="a0"/>
    <w:link w:val="a6"/>
    <w:rsid w:val="002F6F6B"/>
    <w:rPr>
      <w:sz w:val="24"/>
      <w:szCs w:val="24"/>
    </w:rPr>
  </w:style>
  <w:style w:type="paragraph" w:styleId="a8">
    <w:name w:val="header"/>
    <w:basedOn w:val="a"/>
    <w:link w:val="a9"/>
    <w:rsid w:val="00AE4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4E04"/>
    <w:rPr>
      <w:sz w:val="24"/>
      <w:szCs w:val="24"/>
    </w:rPr>
  </w:style>
  <w:style w:type="paragraph" w:styleId="aa">
    <w:name w:val="footer"/>
    <w:basedOn w:val="a"/>
    <w:link w:val="ab"/>
    <w:uiPriority w:val="99"/>
    <w:rsid w:val="00AE4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04"/>
    <w:rPr>
      <w:sz w:val="24"/>
      <w:szCs w:val="24"/>
    </w:rPr>
  </w:style>
  <w:style w:type="table" w:styleId="ac">
    <w:name w:val="Table Grid"/>
    <w:basedOn w:val="a1"/>
    <w:rsid w:val="00FF1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72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131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8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E179F-24A6-41D7-8777-689A0EE5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0</TotalTime>
  <Pages>3</Pages>
  <Words>896</Words>
  <Characters>5110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Елена Е. Филатова</cp:lastModifiedBy>
  <cp:revision>2</cp:revision>
  <cp:lastPrinted>2023-06-27T11:12:00Z</cp:lastPrinted>
  <dcterms:created xsi:type="dcterms:W3CDTF">2023-11-21T11:42:00Z</dcterms:created>
  <dcterms:modified xsi:type="dcterms:W3CDTF">2023-11-21T11:42:00Z</dcterms:modified>
</cp:coreProperties>
</file>