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4E0" w:rsidRPr="005315E6" w:rsidRDefault="00CD7799" w:rsidP="003B0A9A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ЗАКЛЮЧЕНИЕ</w:t>
      </w:r>
      <w:r w:rsidR="002B6ED5" w:rsidRPr="005315E6">
        <w:rPr>
          <w:sz w:val="28"/>
          <w:szCs w:val="28"/>
        </w:rPr>
        <w:t xml:space="preserve"> </w:t>
      </w:r>
    </w:p>
    <w:p w:rsidR="00096436" w:rsidRDefault="00652119" w:rsidP="00212150">
      <w:pPr>
        <w:jc w:val="center"/>
        <w:rPr>
          <w:sz w:val="28"/>
          <w:szCs w:val="28"/>
        </w:rPr>
      </w:pPr>
      <w:r>
        <w:rPr>
          <w:sz w:val="28"/>
          <w:szCs w:val="28"/>
        </w:rPr>
        <w:t>аналитического отдела</w:t>
      </w:r>
      <w:r w:rsidR="00096436">
        <w:rPr>
          <w:sz w:val="28"/>
          <w:szCs w:val="28"/>
        </w:rPr>
        <w:t xml:space="preserve"> </w:t>
      </w:r>
    </w:p>
    <w:p w:rsidR="006A02C4" w:rsidRPr="005315E6" w:rsidRDefault="004B52A4" w:rsidP="0021215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аппарата Думы </w:t>
      </w:r>
      <w:r w:rsidR="007E03F8" w:rsidRPr="005315E6">
        <w:rPr>
          <w:sz w:val="28"/>
          <w:szCs w:val="28"/>
        </w:rPr>
        <w:t>городского округа Тольятти</w:t>
      </w:r>
    </w:p>
    <w:p w:rsidR="00480A2E" w:rsidRPr="005315E6" w:rsidRDefault="00480A2E" w:rsidP="006A02C4">
      <w:pPr>
        <w:jc w:val="center"/>
        <w:rPr>
          <w:sz w:val="28"/>
          <w:szCs w:val="28"/>
        </w:rPr>
      </w:pPr>
    </w:p>
    <w:p w:rsidR="00D31E52" w:rsidRDefault="00EC37A8" w:rsidP="00096436">
      <w:pPr>
        <w:jc w:val="center"/>
        <w:rPr>
          <w:sz w:val="28"/>
          <w:szCs w:val="28"/>
        </w:rPr>
      </w:pPr>
      <w:r w:rsidRPr="005315E6">
        <w:rPr>
          <w:sz w:val="28"/>
          <w:szCs w:val="28"/>
        </w:rPr>
        <w:t xml:space="preserve">на </w:t>
      </w:r>
      <w:r w:rsidR="00096436">
        <w:rPr>
          <w:sz w:val="28"/>
          <w:szCs w:val="28"/>
        </w:rPr>
        <w:t xml:space="preserve">проект решения Думы городского округа Тольятти </w:t>
      </w:r>
    </w:p>
    <w:p w:rsidR="00096436" w:rsidRPr="005315E6" w:rsidRDefault="00ED3FEF" w:rsidP="00096436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096436">
        <w:rPr>
          <w:sz w:val="28"/>
          <w:szCs w:val="28"/>
        </w:rPr>
        <w:t xml:space="preserve">О назначении </w:t>
      </w:r>
      <w:r w:rsidR="00377AB7">
        <w:rPr>
          <w:sz w:val="28"/>
          <w:szCs w:val="28"/>
        </w:rPr>
        <w:t xml:space="preserve">заместителем председателя </w:t>
      </w:r>
      <w:r w:rsidR="00096436">
        <w:rPr>
          <w:sz w:val="28"/>
          <w:szCs w:val="28"/>
        </w:rPr>
        <w:t>контрольно-счетной палаты горо</w:t>
      </w:r>
      <w:r w:rsidR="00652119">
        <w:rPr>
          <w:sz w:val="28"/>
          <w:szCs w:val="28"/>
        </w:rPr>
        <w:t>дско</w:t>
      </w:r>
      <w:r w:rsidR="00377AB7">
        <w:rPr>
          <w:sz w:val="28"/>
          <w:szCs w:val="28"/>
        </w:rPr>
        <w:t>го округа Тольятти Фрол</w:t>
      </w:r>
      <w:r w:rsidR="00B84467">
        <w:rPr>
          <w:sz w:val="28"/>
          <w:szCs w:val="28"/>
        </w:rPr>
        <w:t>овой</w:t>
      </w:r>
      <w:r w:rsidR="00377AB7">
        <w:rPr>
          <w:sz w:val="28"/>
          <w:szCs w:val="28"/>
        </w:rPr>
        <w:t xml:space="preserve"> </w:t>
      </w:r>
      <w:r w:rsidR="00652119">
        <w:rPr>
          <w:sz w:val="28"/>
          <w:szCs w:val="28"/>
        </w:rPr>
        <w:t>С</w:t>
      </w:r>
      <w:r w:rsidR="00096436">
        <w:rPr>
          <w:sz w:val="28"/>
          <w:szCs w:val="28"/>
        </w:rPr>
        <w:t>.</w:t>
      </w:r>
      <w:r w:rsidR="00377AB7">
        <w:rPr>
          <w:sz w:val="28"/>
          <w:szCs w:val="28"/>
        </w:rPr>
        <w:t>А.</w:t>
      </w:r>
      <w:r w:rsidR="00096436">
        <w:rPr>
          <w:sz w:val="28"/>
          <w:szCs w:val="28"/>
        </w:rPr>
        <w:t>»</w:t>
      </w:r>
    </w:p>
    <w:p w:rsidR="005B46D8" w:rsidRDefault="005B46D8" w:rsidP="008B3966">
      <w:pPr>
        <w:jc w:val="center"/>
        <w:rPr>
          <w:sz w:val="28"/>
          <w:szCs w:val="28"/>
        </w:rPr>
      </w:pPr>
    </w:p>
    <w:p w:rsidR="003B0A9A" w:rsidRDefault="00377AB7" w:rsidP="008B3966">
      <w:pPr>
        <w:jc w:val="center"/>
        <w:rPr>
          <w:sz w:val="28"/>
          <w:szCs w:val="28"/>
        </w:rPr>
      </w:pPr>
      <w:r>
        <w:rPr>
          <w:sz w:val="28"/>
          <w:szCs w:val="28"/>
        </w:rPr>
        <w:t>(Д-249 от 13.12.2023г.)</w:t>
      </w:r>
    </w:p>
    <w:p w:rsidR="005205D1" w:rsidRPr="005315E6" w:rsidRDefault="005205D1" w:rsidP="005205D1">
      <w:pPr>
        <w:rPr>
          <w:sz w:val="28"/>
          <w:szCs w:val="28"/>
        </w:rPr>
      </w:pPr>
    </w:p>
    <w:p w:rsidR="001E23B2" w:rsidRPr="005315E6" w:rsidRDefault="00D31E52" w:rsidP="008B444F">
      <w:pPr>
        <w:ind w:firstLine="708"/>
        <w:jc w:val="both"/>
        <w:rPr>
          <w:sz w:val="28"/>
          <w:szCs w:val="28"/>
        </w:rPr>
      </w:pPr>
      <w:r w:rsidRPr="005315E6">
        <w:rPr>
          <w:sz w:val="28"/>
          <w:szCs w:val="28"/>
        </w:rPr>
        <w:t>Рассмотрев</w:t>
      </w:r>
      <w:r w:rsidR="00ED3FEF">
        <w:rPr>
          <w:sz w:val="28"/>
          <w:szCs w:val="28"/>
        </w:rPr>
        <w:t xml:space="preserve"> поступивший пакет документов для рассмотрения на заседании Ду</w:t>
      </w:r>
      <w:r w:rsidR="00377AB7">
        <w:rPr>
          <w:sz w:val="28"/>
          <w:szCs w:val="28"/>
        </w:rPr>
        <w:t>мы городского округа Тольятти 20.12.2023</w:t>
      </w:r>
      <w:r w:rsidR="00ED3FEF">
        <w:rPr>
          <w:sz w:val="28"/>
          <w:szCs w:val="28"/>
        </w:rPr>
        <w:t xml:space="preserve"> по вопросу </w:t>
      </w:r>
      <w:r w:rsidR="00ED3FEF" w:rsidRPr="00ED3FEF">
        <w:rPr>
          <w:sz w:val="28"/>
          <w:szCs w:val="28"/>
        </w:rPr>
        <w:t xml:space="preserve">«О назначении </w:t>
      </w:r>
      <w:r w:rsidR="00377AB7">
        <w:rPr>
          <w:sz w:val="28"/>
          <w:szCs w:val="28"/>
        </w:rPr>
        <w:t xml:space="preserve">заместителем председателя </w:t>
      </w:r>
      <w:r w:rsidR="00ED3FEF" w:rsidRPr="00ED3FEF">
        <w:rPr>
          <w:sz w:val="28"/>
          <w:szCs w:val="28"/>
        </w:rPr>
        <w:t>контрольно-счетной палаты горо</w:t>
      </w:r>
      <w:r w:rsidR="00652119">
        <w:rPr>
          <w:sz w:val="28"/>
          <w:szCs w:val="28"/>
        </w:rPr>
        <w:t xml:space="preserve">дского округа Тольятти </w:t>
      </w:r>
      <w:r w:rsidR="00377AB7">
        <w:rPr>
          <w:sz w:val="28"/>
          <w:szCs w:val="28"/>
        </w:rPr>
        <w:t xml:space="preserve">Фроловой </w:t>
      </w:r>
      <w:r w:rsidR="00652119">
        <w:rPr>
          <w:sz w:val="28"/>
          <w:szCs w:val="28"/>
        </w:rPr>
        <w:t>С</w:t>
      </w:r>
      <w:r w:rsidR="00ED3FEF" w:rsidRPr="00ED3FEF">
        <w:rPr>
          <w:sz w:val="28"/>
          <w:szCs w:val="28"/>
        </w:rPr>
        <w:t>.</w:t>
      </w:r>
      <w:r w:rsidR="00377AB7">
        <w:rPr>
          <w:sz w:val="28"/>
          <w:szCs w:val="28"/>
        </w:rPr>
        <w:t>А.</w:t>
      </w:r>
      <w:r w:rsidR="00ED3FEF" w:rsidRPr="00ED3FEF">
        <w:rPr>
          <w:sz w:val="28"/>
          <w:szCs w:val="28"/>
        </w:rPr>
        <w:t>»</w:t>
      </w:r>
      <w:r w:rsidR="00904025" w:rsidRPr="005315E6">
        <w:rPr>
          <w:sz w:val="28"/>
          <w:szCs w:val="28"/>
        </w:rPr>
        <w:t>,</w:t>
      </w:r>
      <w:r w:rsidRPr="005315E6">
        <w:rPr>
          <w:sz w:val="28"/>
          <w:szCs w:val="28"/>
        </w:rPr>
        <w:t xml:space="preserve"> </w:t>
      </w:r>
      <w:r w:rsidR="00652119">
        <w:rPr>
          <w:sz w:val="28"/>
          <w:szCs w:val="28"/>
        </w:rPr>
        <w:t>аналитический отдел</w:t>
      </w:r>
      <w:r w:rsidR="00ED3FEF">
        <w:rPr>
          <w:sz w:val="28"/>
          <w:szCs w:val="28"/>
        </w:rPr>
        <w:t xml:space="preserve"> </w:t>
      </w:r>
      <w:r w:rsidRPr="005315E6">
        <w:rPr>
          <w:sz w:val="28"/>
          <w:szCs w:val="28"/>
        </w:rPr>
        <w:t>отмечает</w:t>
      </w:r>
      <w:r w:rsidR="001E23B2" w:rsidRPr="005315E6">
        <w:rPr>
          <w:sz w:val="28"/>
          <w:szCs w:val="28"/>
        </w:rPr>
        <w:t xml:space="preserve"> следующее.</w:t>
      </w:r>
    </w:p>
    <w:p w:rsidR="0033675E" w:rsidRDefault="00ED3FEF" w:rsidP="0033675E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D071C6" w:rsidRPr="00D071C6">
        <w:rPr>
          <w:sz w:val="28"/>
          <w:szCs w:val="28"/>
        </w:rPr>
        <w:t>В соответствии с Положением о контрольно-счетной палате городского округа Тольятти</w:t>
      </w:r>
      <w:r w:rsidR="0033675E">
        <w:rPr>
          <w:sz w:val="28"/>
          <w:szCs w:val="28"/>
        </w:rPr>
        <w:t xml:space="preserve"> Самарской области</w:t>
      </w:r>
      <w:r w:rsidR="00D071C6" w:rsidRPr="00D071C6">
        <w:rPr>
          <w:sz w:val="28"/>
          <w:szCs w:val="28"/>
        </w:rPr>
        <w:t>, утвержден</w:t>
      </w:r>
      <w:r w:rsidR="0033675E">
        <w:rPr>
          <w:sz w:val="28"/>
          <w:szCs w:val="28"/>
        </w:rPr>
        <w:t>ным решением Думы городского округа Тольятти  от 22.12.2021 № 1138</w:t>
      </w:r>
      <w:r w:rsidR="00D071C6" w:rsidRPr="00D071C6">
        <w:rPr>
          <w:sz w:val="28"/>
          <w:szCs w:val="28"/>
        </w:rPr>
        <w:t>, и Регламентом Думы</w:t>
      </w:r>
      <w:r w:rsidR="0033675E">
        <w:rPr>
          <w:sz w:val="28"/>
          <w:szCs w:val="28"/>
        </w:rPr>
        <w:t xml:space="preserve"> городского </w:t>
      </w:r>
      <w:r w:rsidR="00876013">
        <w:rPr>
          <w:sz w:val="28"/>
          <w:szCs w:val="28"/>
        </w:rPr>
        <w:t>округа Тольятти</w:t>
      </w:r>
      <w:r w:rsidR="00EC3FDD">
        <w:rPr>
          <w:sz w:val="28"/>
          <w:szCs w:val="28"/>
        </w:rPr>
        <w:t xml:space="preserve">, </w:t>
      </w:r>
      <w:r w:rsidR="00F967EC">
        <w:rPr>
          <w:sz w:val="28"/>
          <w:szCs w:val="28"/>
        </w:rPr>
        <w:t>утвержденным</w:t>
      </w:r>
      <w:r w:rsidR="00F967EC" w:rsidRPr="00F967EC">
        <w:rPr>
          <w:sz w:val="28"/>
          <w:szCs w:val="28"/>
        </w:rPr>
        <w:t xml:space="preserve"> решением Думы городского округа Тольятти от 18.10.2018 № 3</w:t>
      </w:r>
      <w:r w:rsidR="00F967EC">
        <w:rPr>
          <w:sz w:val="28"/>
          <w:szCs w:val="28"/>
        </w:rPr>
        <w:t xml:space="preserve">, </w:t>
      </w:r>
      <w:r w:rsidR="0033675E">
        <w:rPr>
          <w:sz w:val="28"/>
          <w:szCs w:val="28"/>
        </w:rPr>
        <w:t xml:space="preserve">заместитель председателя </w:t>
      </w:r>
      <w:r w:rsidR="00EC3FDD" w:rsidRPr="00EC3FDD">
        <w:rPr>
          <w:sz w:val="28"/>
          <w:szCs w:val="28"/>
        </w:rPr>
        <w:t>контрольно-счетной палаты</w:t>
      </w:r>
      <w:r w:rsidR="0033675E">
        <w:rPr>
          <w:sz w:val="28"/>
          <w:szCs w:val="28"/>
        </w:rPr>
        <w:t xml:space="preserve"> назначае</w:t>
      </w:r>
      <w:r w:rsidR="00876013">
        <w:rPr>
          <w:sz w:val="28"/>
          <w:szCs w:val="28"/>
        </w:rPr>
        <w:t>тся на должность Думой. П</w:t>
      </w:r>
      <w:r w:rsidR="00D071C6" w:rsidRPr="00D071C6">
        <w:rPr>
          <w:sz w:val="28"/>
          <w:szCs w:val="28"/>
        </w:rPr>
        <w:t xml:space="preserve">редложения о кандидатурах на должность </w:t>
      </w:r>
      <w:r w:rsidR="0033675E">
        <w:rPr>
          <w:sz w:val="28"/>
          <w:szCs w:val="28"/>
        </w:rPr>
        <w:t xml:space="preserve">заместителя председателя </w:t>
      </w:r>
      <w:r w:rsidR="00D071C6" w:rsidRPr="00D071C6">
        <w:rPr>
          <w:sz w:val="28"/>
          <w:szCs w:val="28"/>
        </w:rPr>
        <w:t>контрольно-счетной палаты вно</w:t>
      </w:r>
      <w:r w:rsidR="0033675E">
        <w:rPr>
          <w:sz w:val="28"/>
          <w:szCs w:val="28"/>
        </w:rPr>
        <w:t xml:space="preserve">сятся в Думу председателем Думы. </w:t>
      </w:r>
      <w:r w:rsidR="0033675E" w:rsidRPr="0033675E">
        <w:rPr>
          <w:sz w:val="28"/>
          <w:szCs w:val="28"/>
        </w:rPr>
        <w:t>Срок внесения предлож</w:t>
      </w:r>
      <w:r w:rsidR="0033675E">
        <w:rPr>
          <w:sz w:val="28"/>
          <w:szCs w:val="28"/>
        </w:rPr>
        <w:t>ений о кандидатурах на должность</w:t>
      </w:r>
      <w:r w:rsidR="0033675E" w:rsidRPr="0033675E">
        <w:rPr>
          <w:sz w:val="28"/>
          <w:szCs w:val="28"/>
        </w:rPr>
        <w:t xml:space="preserve"> заместителя председателя контрольно-счетной палаты - не позднее чем за 30 календарных дней до даты последнего дня срока полномочий </w:t>
      </w:r>
      <w:r w:rsidR="0033675E">
        <w:rPr>
          <w:sz w:val="28"/>
          <w:szCs w:val="28"/>
        </w:rPr>
        <w:t>действующего</w:t>
      </w:r>
      <w:r w:rsidR="0033675E" w:rsidRPr="0033675E">
        <w:rPr>
          <w:sz w:val="28"/>
          <w:szCs w:val="28"/>
        </w:rPr>
        <w:t xml:space="preserve"> заместителя председателя контрольно-счетной палаты.</w:t>
      </w:r>
      <w:r w:rsidR="0033675E">
        <w:rPr>
          <w:sz w:val="28"/>
          <w:szCs w:val="28"/>
        </w:rPr>
        <w:t xml:space="preserve"> </w:t>
      </w:r>
      <w:r w:rsidR="0033675E" w:rsidRPr="0033675E">
        <w:rPr>
          <w:sz w:val="28"/>
          <w:szCs w:val="28"/>
        </w:rPr>
        <w:t>Порядок расс</w:t>
      </w:r>
      <w:r w:rsidR="0033675E">
        <w:rPr>
          <w:sz w:val="28"/>
          <w:szCs w:val="28"/>
        </w:rPr>
        <w:t xml:space="preserve">мотрения кандидатур на должность </w:t>
      </w:r>
      <w:r w:rsidR="0033675E" w:rsidRPr="0033675E">
        <w:rPr>
          <w:sz w:val="28"/>
          <w:szCs w:val="28"/>
        </w:rPr>
        <w:t>заместителя председателя контрольно-счетной палаты устанавливается Регламентом Думы.</w:t>
      </w:r>
    </w:p>
    <w:p w:rsidR="00876013" w:rsidRPr="00876013" w:rsidRDefault="00876013" w:rsidP="0087601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соответствии с Регламентом Думы, п</w:t>
      </w:r>
      <w:r w:rsidRPr="00876013">
        <w:rPr>
          <w:sz w:val="28"/>
          <w:szCs w:val="28"/>
        </w:rPr>
        <w:t>редложение кандидатур на должность заместителя председателя контрольно-счетной палаты</w:t>
      </w:r>
      <w:r w:rsidR="00F01D39">
        <w:rPr>
          <w:sz w:val="28"/>
          <w:szCs w:val="28"/>
        </w:rPr>
        <w:t xml:space="preserve">, </w:t>
      </w:r>
      <w:r w:rsidR="00F01D39" w:rsidRPr="00876013">
        <w:rPr>
          <w:sz w:val="28"/>
          <w:szCs w:val="28"/>
        </w:rPr>
        <w:t>в котором содержатся анкетные данные кандидата на должность</w:t>
      </w:r>
      <w:r w:rsidR="00F01D39">
        <w:rPr>
          <w:sz w:val="28"/>
          <w:szCs w:val="28"/>
        </w:rPr>
        <w:t xml:space="preserve"> заместителя </w:t>
      </w:r>
      <w:r w:rsidR="00F01D39" w:rsidRPr="00876013">
        <w:rPr>
          <w:sz w:val="28"/>
          <w:szCs w:val="28"/>
        </w:rPr>
        <w:t>председателя контрольно-счетной палаты и сведения о его профессиональной деятельности</w:t>
      </w:r>
      <w:r w:rsidR="00F01D39">
        <w:rPr>
          <w:sz w:val="28"/>
          <w:szCs w:val="28"/>
        </w:rPr>
        <w:t>,</w:t>
      </w:r>
      <w:r w:rsidRPr="00876013">
        <w:rPr>
          <w:sz w:val="28"/>
          <w:szCs w:val="28"/>
        </w:rPr>
        <w:t xml:space="preserve"> осуществляется председателем Думы</w:t>
      </w:r>
    </w:p>
    <w:p w:rsidR="00876013" w:rsidRPr="00876013" w:rsidRDefault="00876013" w:rsidP="0087601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76013">
        <w:rPr>
          <w:sz w:val="28"/>
          <w:szCs w:val="28"/>
        </w:rPr>
        <w:t>Кандидат на должность заместителя председателя контрольно-счетной палаты может быть приглашен на заседание Думы</w:t>
      </w:r>
      <w:r w:rsidR="00D8741A">
        <w:rPr>
          <w:sz w:val="28"/>
          <w:szCs w:val="28"/>
        </w:rPr>
        <w:t>.</w:t>
      </w:r>
    </w:p>
    <w:p w:rsidR="00876013" w:rsidRPr="00876013" w:rsidRDefault="00876013" w:rsidP="00D8741A">
      <w:pPr>
        <w:ind w:firstLine="708"/>
        <w:jc w:val="both"/>
        <w:rPr>
          <w:sz w:val="28"/>
          <w:szCs w:val="28"/>
        </w:rPr>
      </w:pPr>
      <w:r w:rsidRPr="00876013">
        <w:rPr>
          <w:sz w:val="28"/>
          <w:szCs w:val="28"/>
        </w:rPr>
        <w:t>Решение Думы о назначении заместителя председ</w:t>
      </w:r>
      <w:r w:rsidR="00D8741A">
        <w:rPr>
          <w:sz w:val="28"/>
          <w:szCs w:val="28"/>
        </w:rPr>
        <w:t>ателя контрольно-счетной палаты</w:t>
      </w:r>
      <w:r w:rsidRPr="00876013">
        <w:rPr>
          <w:sz w:val="28"/>
          <w:szCs w:val="28"/>
        </w:rPr>
        <w:t xml:space="preserve"> принимается открытым поименным голосованием большинством голосов от установленной численности депутатов.</w:t>
      </w:r>
    </w:p>
    <w:p w:rsidR="00876013" w:rsidRDefault="00D8741A" w:rsidP="00D8741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 w:rsidR="00876013" w:rsidRPr="00876013">
        <w:rPr>
          <w:sz w:val="28"/>
          <w:szCs w:val="28"/>
        </w:rPr>
        <w:t>сли по результатам голосования решение по кандидатуре заместителя председателя контрольно-счетной палаты</w:t>
      </w:r>
      <w:r>
        <w:rPr>
          <w:sz w:val="28"/>
          <w:szCs w:val="28"/>
        </w:rPr>
        <w:t xml:space="preserve"> </w:t>
      </w:r>
      <w:r w:rsidR="00876013" w:rsidRPr="00876013">
        <w:rPr>
          <w:sz w:val="28"/>
          <w:szCs w:val="28"/>
        </w:rPr>
        <w:t>не принято, голосование проводится на одном из двух ближайших заседаний Думы с новым выдвижением кандидатур. Предложение на рассмотрение Думы одной и той же кандидатуры более двух раз не допускается.</w:t>
      </w:r>
    </w:p>
    <w:p w:rsidR="00D8741A" w:rsidRDefault="00D8741A" w:rsidP="00D8741A">
      <w:pPr>
        <w:ind w:firstLine="708"/>
        <w:jc w:val="both"/>
        <w:rPr>
          <w:sz w:val="28"/>
          <w:szCs w:val="28"/>
        </w:rPr>
      </w:pPr>
    </w:p>
    <w:p w:rsidR="009D1C5E" w:rsidRDefault="00D8741A" w:rsidP="00D8741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соответствии с частью 3 статьи 4 Положения о КСП, с</w:t>
      </w:r>
      <w:r w:rsidRPr="005F2A4F">
        <w:rPr>
          <w:sz w:val="28"/>
          <w:szCs w:val="28"/>
        </w:rPr>
        <w:t xml:space="preserve">рок полномочий </w:t>
      </w:r>
      <w:r>
        <w:rPr>
          <w:sz w:val="28"/>
          <w:szCs w:val="28"/>
        </w:rPr>
        <w:t xml:space="preserve">заместителя председателя </w:t>
      </w:r>
      <w:r w:rsidRPr="005F2A4F">
        <w:rPr>
          <w:sz w:val="28"/>
          <w:szCs w:val="28"/>
        </w:rPr>
        <w:t xml:space="preserve">контрольно-счётной палаты составляет пять лет. </w:t>
      </w:r>
    </w:p>
    <w:p w:rsidR="00D8741A" w:rsidRDefault="009D1C5E" w:rsidP="00D8741A">
      <w:pPr>
        <w:ind w:firstLine="708"/>
        <w:jc w:val="both"/>
        <w:rPr>
          <w:sz w:val="28"/>
          <w:szCs w:val="28"/>
        </w:rPr>
      </w:pPr>
      <w:r w:rsidRPr="009D1C5E">
        <w:rPr>
          <w:sz w:val="28"/>
          <w:szCs w:val="28"/>
        </w:rPr>
        <w:t>Требования к кандидатурам на должнос</w:t>
      </w:r>
      <w:r w:rsidR="00F01D39">
        <w:rPr>
          <w:sz w:val="28"/>
          <w:szCs w:val="28"/>
        </w:rPr>
        <w:t>ть</w:t>
      </w:r>
      <w:r w:rsidRPr="009D1C5E">
        <w:rPr>
          <w:sz w:val="28"/>
          <w:szCs w:val="28"/>
        </w:rPr>
        <w:t xml:space="preserve"> заместителя</w:t>
      </w:r>
      <w:r w:rsidR="00F01D39">
        <w:rPr>
          <w:sz w:val="28"/>
          <w:szCs w:val="28"/>
        </w:rPr>
        <w:t xml:space="preserve"> председателя</w:t>
      </w:r>
      <w:r w:rsidRPr="009D1C5E">
        <w:rPr>
          <w:sz w:val="28"/>
          <w:szCs w:val="28"/>
        </w:rPr>
        <w:t xml:space="preserve"> контрольно-счетной палаты у</w:t>
      </w:r>
      <w:r>
        <w:rPr>
          <w:sz w:val="28"/>
          <w:szCs w:val="28"/>
        </w:rPr>
        <w:t>становлены Федеральным законом №</w:t>
      </w:r>
      <w:r w:rsidRPr="009D1C5E">
        <w:rPr>
          <w:sz w:val="28"/>
          <w:szCs w:val="28"/>
        </w:rPr>
        <w:t xml:space="preserve"> 6-ФЗ.</w:t>
      </w:r>
      <w:r w:rsidR="00D8741A">
        <w:rPr>
          <w:sz w:val="28"/>
          <w:szCs w:val="28"/>
        </w:rPr>
        <w:t xml:space="preserve"> </w:t>
      </w:r>
    </w:p>
    <w:p w:rsidR="005B46D8" w:rsidRPr="005B46D8" w:rsidRDefault="005B46D8" w:rsidP="005B46D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частью 2 ст</w:t>
      </w:r>
      <w:r w:rsidR="00F01D39">
        <w:rPr>
          <w:sz w:val="28"/>
          <w:szCs w:val="28"/>
        </w:rPr>
        <w:t xml:space="preserve">атьи 7 </w:t>
      </w:r>
      <w:r>
        <w:rPr>
          <w:sz w:val="28"/>
          <w:szCs w:val="28"/>
        </w:rPr>
        <w:t xml:space="preserve">Федерального </w:t>
      </w:r>
      <w:r w:rsidRPr="005B46D8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а от 07.02.2011 №</w:t>
      </w:r>
      <w:r w:rsidRPr="005B46D8">
        <w:rPr>
          <w:sz w:val="28"/>
          <w:szCs w:val="28"/>
        </w:rPr>
        <w:t>6-ФЗ</w:t>
      </w:r>
      <w:r>
        <w:rPr>
          <w:sz w:val="28"/>
          <w:szCs w:val="28"/>
        </w:rPr>
        <w:t xml:space="preserve"> </w:t>
      </w:r>
      <w:r w:rsidRPr="005B46D8">
        <w:rPr>
          <w:sz w:val="28"/>
          <w:szCs w:val="28"/>
        </w:rPr>
        <w:t xml:space="preserve">(ред. от </w:t>
      </w:r>
      <w:r>
        <w:rPr>
          <w:sz w:val="28"/>
          <w:szCs w:val="28"/>
        </w:rPr>
        <w:t>31.07.2023) «</w:t>
      </w:r>
      <w:r w:rsidRPr="005B46D8">
        <w:rPr>
          <w:sz w:val="28"/>
          <w:szCs w:val="28"/>
        </w:rPr>
        <w:t>Об общих принципах организации и деятельности контрольно-счетных органов субъектов Российской Федерации, федеральных террито</w:t>
      </w:r>
      <w:r>
        <w:rPr>
          <w:sz w:val="28"/>
          <w:szCs w:val="28"/>
        </w:rPr>
        <w:t>рий и муниципальных образований», н</w:t>
      </w:r>
      <w:r w:rsidRPr="005B46D8">
        <w:rPr>
          <w:sz w:val="28"/>
          <w:szCs w:val="28"/>
        </w:rPr>
        <w:t>а должность председателя, заместителя председателя и аудиторов контрольно-счетного органа муниципального образования назначаются граждане Российской Федерации, соответствующие следующим квалификационным требованиям:</w:t>
      </w:r>
    </w:p>
    <w:p w:rsidR="005B46D8" w:rsidRDefault="005B46D8" w:rsidP="005B46D8">
      <w:pPr>
        <w:ind w:firstLine="708"/>
        <w:jc w:val="both"/>
        <w:rPr>
          <w:sz w:val="28"/>
          <w:szCs w:val="28"/>
        </w:rPr>
      </w:pPr>
      <w:r w:rsidRPr="005B46D8">
        <w:rPr>
          <w:sz w:val="28"/>
          <w:szCs w:val="28"/>
        </w:rPr>
        <w:t>1) наличие высшего образования;</w:t>
      </w:r>
    </w:p>
    <w:p w:rsidR="005B46D8" w:rsidRDefault="005B46D8" w:rsidP="005B46D8">
      <w:pPr>
        <w:ind w:firstLine="708"/>
        <w:jc w:val="both"/>
        <w:rPr>
          <w:sz w:val="28"/>
          <w:szCs w:val="28"/>
        </w:rPr>
      </w:pPr>
      <w:r w:rsidRPr="005B46D8">
        <w:rPr>
          <w:sz w:val="28"/>
          <w:szCs w:val="28"/>
        </w:rPr>
        <w:t>2) опыт работы в области государственного, муниципального управления, государственного, муниципального контроля (аудита), экономики, финансов, юриспруденции не менее пяти лет;</w:t>
      </w:r>
    </w:p>
    <w:p w:rsidR="00B2615E" w:rsidRDefault="005B46D8" w:rsidP="005B46D8">
      <w:pPr>
        <w:ind w:firstLine="708"/>
        <w:jc w:val="both"/>
        <w:rPr>
          <w:sz w:val="28"/>
          <w:szCs w:val="28"/>
        </w:rPr>
      </w:pPr>
      <w:r w:rsidRPr="005B46D8">
        <w:rPr>
          <w:sz w:val="28"/>
          <w:szCs w:val="28"/>
        </w:rPr>
        <w:t>3) знание Конституции Российской Федерации, федерального законодательства, в том числе бюджетного законодательства Российской Федерации и иных нормативных правовых актов, регулирующих бюджетные правоотношения, законодательства Российской Федерации о противодействии коррупции, конституции (устава), законов соответствующего субъекта Российской Федерации и иных нормативных правовых актов, устава соответствующего муниципального образования и иных муниципальных правовых актов применительно к исполнению должностных обязанностей, а также общих требований к стандартам внешнего государственного и муниципального аудита (контроля) для проведения контрольных и экспертно-аналитических мероприятий контрольно-счетными органами субъектов Российской Федерации и муниципальных образований, утвержденных Счетной палатой Российской Федерации.</w:t>
      </w:r>
    </w:p>
    <w:p w:rsidR="005B46D8" w:rsidRDefault="005B46D8" w:rsidP="005B46D8">
      <w:pPr>
        <w:ind w:firstLine="708"/>
        <w:jc w:val="both"/>
        <w:rPr>
          <w:sz w:val="28"/>
          <w:szCs w:val="28"/>
        </w:rPr>
      </w:pPr>
    </w:p>
    <w:p w:rsidR="009E7782" w:rsidRDefault="009E7782" w:rsidP="00D8741A">
      <w:pPr>
        <w:ind w:firstLine="708"/>
        <w:jc w:val="both"/>
        <w:rPr>
          <w:sz w:val="28"/>
          <w:szCs w:val="28"/>
        </w:rPr>
      </w:pPr>
      <w:r w:rsidRPr="009E7782">
        <w:rPr>
          <w:sz w:val="28"/>
          <w:szCs w:val="28"/>
        </w:rPr>
        <w:t xml:space="preserve">Необходимость рассмотрения вопроса о назначении </w:t>
      </w:r>
      <w:r w:rsidR="00B2615E">
        <w:rPr>
          <w:sz w:val="28"/>
          <w:szCs w:val="28"/>
        </w:rPr>
        <w:t xml:space="preserve">на должность </w:t>
      </w:r>
      <w:r w:rsidR="00F01D39">
        <w:rPr>
          <w:sz w:val="28"/>
          <w:szCs w:val="28"/>
        </w:rPr>
        <w:t xml:space="preserve">заместителя </w:t>
      </w:r>
      <w:r>
        <w:rPr>
          <w:sz w:val="28"/>
          <w:szCs w:val="28"/>
        </w:rPr>
        <w:t xml:space="preserve">председателя </w:t>
      </w:r>
      <w:r w:rsidR="009D1C5E">
        <w:rPr>
          <w:sz w:val="28"/>
          <w:szCs w:val="28"/>
        </w:rPr>
        <w:t xml:space="preserve">КСП </w:t>
      </w:r>
      <w:r w:rsidRPr="009E7782">
        <w:rPr>
          <w:sz w:val="28"/>
          <w:szCs w:val="28"/>
        </w:rPr>
        <w:t xml:space="preserve">возникла в связи с </w:t>
      </w:r>
      <w:r>
        <w:rPr>
          <w:sz w:val="28"/>
          <w:szCs w:val="28"/>
        </w:rPr>
        <w:t>окончанием</w:t>
      </w:r>
      <w:r w:rsidR="00F01D39">
        <w:rPr>
          <w:sz w:val="28"/>
          <w:szCs w:val="28"/>
        </w:rPr>
        <w:t xml:space="preserve"> срока </w:t>
      </w:r>
      <w:r>
        <w:rPr>
          <w:sz w:val="28"/>
          <w:szCs w:val="28"/>
        </w:rPr>
        <w:t xml:space="preserve"> </w:t>
      </w:r>
      <w:r w:rsidRPr="009E7782">
        <w:rPr>
          <w:sz w:val="28"/>
          <w:szCs w:val="28"/>
        </w:rPr>
        <w:t>полномочий</w:t>
      </w:r>
      <w:r>
        <w:rPr>
          <w:sz w:val="28"/>
          <w:szCs w:val="28"/>
        </w:rPr>
        <w:t xml:space="preserve"> действующего</w:t>
      </w:r>
      <w:r w:rsidRPr="009E7782">
        <w:rPr>
          <w:sz w:val="28"/>
          <w:szCs w:val="28"/>
        </w:rPr>
        <w:t xml:space="preserve"> </w:t>
      </w:r>
      <w:r>
        <w:rPr>
          <w:sz w:val="28"/>
          <w:szCs w:val="28"/>
        </w:rPr>
        <w:t>заместителя председателя КСП.</w:t>
      </w:r>
    </w:p>
    <w:p w:rsidR="009E7782" w:rsidRDefault="009E7782" w:rsidP="00D8741A">
      <w:pPr>
        <w:ind w:firstLine="708"/>
        <w:jc w:val="both"/>
        <w:rPr>
          <w:sz w:val="28"/>
          <w:szCs w:val="28"/>
        </w:rPr>
      </w:pPr>
    </w:p>
    <w:p w:rsidR="00D8741A" w:rsidRDefault="00D8741A" w:rsidP="00AB279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Думу поступило предложение председателя Думы </w:t>
      </w:r>
      <w:r w:rsidR="009D1C5E">
        <w:rPr>
          <w:sz w:val="28"/>
          <w:szCs w:val="28"/>
        </w:rPr>
        <w:t xml:space="preserve">городского округа Тольятти </w:t>
      </w:r>
      <w:r>
        <w:rPr>
          <w:sz w:val="28"/>
          <w:szCs w:val="28"/>
        </w:rPr>
        <w:t>Рузанова С.Ю. о назначении на должность заместителя председателя КСП Фр</w:t>
      </w:r>
      <w:r w:rsidR="005B46D8">
        <w:rPr>
          <w:sz w:val="28"/>
          <w:szCs w:val="28"/>
        </w:rPr>
        <w:t>оловой Светланы Александровны (</w:t>
      </w:r>
      <w:r>
        <w:rPr>
          <w:sz w:val="28"/>
          <w:szCs w:val="28"/>
        </w:rPr>
        <w:t xml:space="preserve">Вх. № 01-31/421 от 07.12.2023г.). </w:t>
      </w:r>
      <w:r w:rsidR="009D1C5E">
        <w:rPr>
          <w:sz w:val="28"/>
          <w:szCs w:val="28"/>
        </w:rPr>
        <w:t xml:space="preserve">Срок внесения предложения отвечает установленным требованиям. </w:t>
      </w:r>
    </w:p>
    <w:p w:rsidR="00876013" w:rsidRDefault="00D8741A" w:rsidP="00D8741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Фролова С.А является действующим заместителем председателя контрольно-счетной палаты, назначенным на должность с 22.01.2019</w:t>
      </w:r>
      <w:r w:rsidR="009E7782">
        <w:rPr>
          <w:sz w:val="28"/>
          <w:szCs w:val="28"/>
        </w:rPr>
        <w:t>г.</w:t>
      </w:r>
      <w:r>
        <w:rPr>
          <w:sz w:val="28"/>
          <w:szCs w:val="28"/>
        </w:rPr>
        <w:t xml:space="preserve"> решени</w:t>
      </w:r>
      <w:r w:rsidR="009D1C5E">
        <w:rPr>
          <w:sz w:val="28"/>
          <w:szCs w:val="28"/>
        </w:rPr>
        <w:t xml:space="preserve">ем Думы от 26.12.2018 № 118, и </w:t>
      </w:r>
      <w:r>
        <w:rPr>
          <w:sz w:val="28"/>
          <w:szCs w:val="28"/>
        </w:rPr>
        <w:t>соответственно</w:t>
      </w:r>
      <w:r w:rsidR="009D1C5E">
        <w:rPr>
          <w:sz w:val="28"/>
          <w:szCs w:val="28"/>
        </w:rPr>
        <w:t>,</w:t>
      </w:r>
      <w:r>
        <w:rPr>
          <w:sz w:val="28"/>
          <w:szCs w:val="28"/>
        </w:rPr>
        <w:t xml:space="preserve"> полномочия которого истекают в январе 2024 года.</w:t>
      </w:r>
    </w:p>
    <w:p w:rsidR="00D8741A" w:rsidRDefault="009137A8" w:rsidP="00AB279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Следует отметить, что Фролова С.А. занимает должность заместителя председателя КСП с</w:t>
      </w:r>
      <w:r w:rsidR="009E7782">
        <w:rPr>
          <w:sz w:val="28"/>
          <w:szCs w:val="28"/>
        </w:rPr>
        <w:t xml:space="preserve"> 2014 года </w:t>
      </w:r>
      <w:r>
        <w:rPr>
          <w:sz w:val="28"/>
          <w:szCs w:val="28"/>
        </w:rPr>
        <w:t xml:space="preserve"> в соответствии с </w:t>
      </w:r>
      <w:r w:rsidRPr="009137A8">
        <w:rPr>
          <w:sz w:val="28"/>
          <w:szCs w:val="28"/>
        </w:rPr>
        <w:t xml:space="preserve">решением Думы городского округа Тольятти </w:t>
      </w:r>
      <w:r w:rsidR="009E7782">
        <w:rPr>
          <w:sz w:val="28"/>
          <w:szCs w:val="28"/>
        </w:rPr>
        <w:t xml:space="preserve"> от </w:t>
      </w:r>
      <w:r w:rsidR="009E7782" w:rsidRPr="009137A8">
        <w:rPr>
          <w:sz w:val="28"/>
          <w:szCs w:val="28"/>
        </w:rPr>
        <w:t>22.01.2014г.</w:t>
      </w:r>
      <w:r w:rsidR="009E7782">
        <w:rPr>
          <w:sz w:val="28"/>
          <w:szCs w:val="28"/>
        </w:rPr>
        <w:t xml:space="preserve"> </w:t>
      </w:r>
      <w:r w:rsidRPr="009137A8">
        <w:rPr>
          <w:sz w:val="28"/>
          <w:szCs w:val="28"/>
        </w:rPr>
        <w:t>№172</w:t>
      </w:r>
      <w:r w:rsidR="009E7782">
        <w:rPr>
          <w:sz w:val="28"/>
          <w:szCs w:val="28"/>
        </w:rPr>
        <w:t>.</w:t>
      </w:r>
      <w:r w:rsidRPr="009137A8">
        <w:rPr>
          <w:sz w:val="28"/>
          <w:szCs w:val="28"/>
        </w:rPr>
        <w:t xml:space="preserve"> </w:t>
      </w:r>
    </w:p>
    <w:p w:rsidR="009E7782" w:rsidRDefault="0033675E" w:rsidP="0033675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B2615E" w:rsidRDefault="00B2615E" w:rsidP="0033675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По проекту решения Думы замечаний и предложений не имеем.</w:t>
      </w:r>
    </w:p>
    <w:p w:rsidR="009E7782" w:rsidRDefault="009E7782" w:rsidP="0033675E">
      <w:pPr>
        <w:jc w:val="both"/>
        <w:rPr>
          <w:sz w:val="28"/>
          <w:szCs w:val="28"/>
        </w:rPr>
      </w:pPr>
    </w:p>
    <w:p w:rsidR="00E330F6" w:rsidRDefault="00E330F6" w:rsidP="00732EC4">
      <w:pPr>
        <w:ind w:firstLine="708"/>
        <w:jc w:val="both"/>
        <w:rPr>
          <w:sz w:val="28"/>
          <w:szCs w:val="28"/>
        </w:rPr>
      </w:pPr>
    </w:p>
    <w:p w:rsidR="00E330F6" w:rsidRPr="00732EC4" w:rsidRDefault="00E330F6" w:rsidP="00732EC4">
      <w:pPr>
        <w:ind w:firstLine="708"/>
        <w:jc w:val="both"/>
        <w:rPr>
          <w:sz w:val="28"/>
          <w:szCs w:val="28"/>
        </w:rPr>
      </w:pPr>
    </w:p>
    <w:p w:rsidR="006C4CE5" w:rsidRDefault="002B6ED5" w:rsidP="00AB2799">
      <w:pPr>
        <w:jc w:val="both"/>
        <w:rPr>
          <w:sz w:val="28"/>
          <w:szCs w:val="28"/>
        </w:rPr>
      </w:pPr>
      <w:r w:rsidRPr="00BF3B8C">
        <w:rPr>
          <w:b/>
          <w:sz w:val="28"/>
          <w:szCs w:val="28"/>
        </w:rPr>
        <w:t>Вывод</w:t>
      </w:r>
      <w:r w:rsidR="00ED3FEF">
        <w:rPr>
          <w:b/>
          <w:sz w:val="28"/>
          <w:szCs w:val="28"/>
        </w:rPr>
        <w:t xml:space="preserve">: </w:t>
      </w:r>
      <w:r w:rsidR="00ED3FEF" w:rsidRPr="00ED3FEF">
        <w:rPr>
          <w:sz w:val="28"/>
          <w:szCs w:val="28"/>
        </w:rPr>
        <w:t>проек</w:t>
      </w:r>
      <w:r w:rsidR="00ED3FEF">
        <w:rPr>
          <w:sz w:val="28"/>
          <w:szCs w:val="28"/>
        </w:rPr>
        <w:t xml:space="preserve">т решения Думы </w:t>
      </w:r>
      <w:r w:rsidR="00ED3FEF" w:rsidRPr="00ED3FEF">
        <w:rPr>
          <w:sz w:val="28"/>
          <w:szCs w:val="28"/>
        </w:rPr>
        <w:t xml:space="preserve">«О назначении </w:t>
      </w:r>
      <w:r w:rsidR="00B2615E">
        <w:rPr>
          <w:sz w:val="28"/>
          <w:szCs w:val="28"/>
        </w:rPr>
        <w:t xml:space="preserve">заместителем председателя </w:t>
      </w:r>
      <w:r w:rsidR="00ED3FEF" w:rsidRPr="00ED3FEF">
        <w:rPr>
          <w:sz w:val="28"/>
          <w:szCs w:val="28"/>
        </w:rPr>
        <w:t>контрольно-счетной палаты горо</w:t>
      </w:r>
      <w:r w:rsidR="00F967EC">
        <w:rPr>
          <w:sz w:val="28"/>
          <w:szCs w:val="28"/>
        </w:rPr>
        <w:t xml:space="preserve">дского округа Тольятти </w:t>
      </w:r>
      <w:r w:rsidR="00B2615E">
        <w:rPr>
          <w:sz w:val="28"/>
          <w:szCs w:val="28"/>
        </w:rPr>
        <w:t xml:space="preserve">Фроловой С.А.» </w:t>
      </w:r>
      <w:r w:rsidRPr="005315E6">
        <w:rPr>
          <w:sz w:val="28"/>
          <w:szCs w:val="28"/>
        </w:rPr>
        <w:t>может быть рас</w:t>
      </w:r>
      <w:r w:rsidR="00ED3FEF">
        <w:rPr>
          <w:sz w:val="28"/>
          <w:szCs w:val="28"/>
        </w:rPr>
        <w:t>смотрен</w:t>
      </w:r>
      <w:r w:rsidRPr="005315E6">
        <w:rPr>
          <w:sz w:val="28"/>
          <w:szCs w:val="28"/>
        </w:rPr>
        <w:t xml:space="preserve"> на заседании </w:t>
      </w:r>
      <w:r w:rsidR="005B2B6E">
        <w:rPr>
          <w:sz w:val="28"/>
          <w:szCs w:val="28"/>
        </w:rPr>
        <w:t>Думы.</w:t>
      </w:r>
    </w:p>
    <w:p w:rsidR="005B2B6E" w:rsidRDefault="005B2B6E" w:rsidP="006A02C4">
      <w:pPr>
        <w:jc w:val="both"/>
        <w:rPr>
          <w:sz w:val="28"/>
          <w:szCs w:val="28"/>
        </w:rPr>
      </w:pPr>
    </w:p>
    <w:p w:rsidR="00A67A89" w:rsidRPr="005315E6" w:rsidRDefault="00A67A89" w:rsidP="006A02C4">
      <w:pPr>
        <w:jc w:val="both"/>
        <w:rPr>
          <w:sz w:val="28"/>
          <w:szCs w:val="28"/>
        </w:rPr>
      </w:pPr>
    </w:p>
    <w:p w:rsidR="006A02C4" w:rsidRPr="005315E6" w:rsidRDefault="00F967EC" w:rsidP="006A02C4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о</w:t>
      </w:r>
      <w:r w:rsidR="00C252A9">
        <w:rPr>
          <w:sz w:val="28"/>
          <w:szCs w:val="28"/>
        </w:rPr>
        <w:t>т</w:t>
      </w:r>
      <w:r>
        <w:rPr>
          <w:sz w:val="28"/>
          <w:szCs w:val="28"/>
        </w:rPr>
        <w:t xml:space="preserve">дела </w:t>
      </w:r>
      <w:r w:rsidR="0058304A">
        <w:rPr>
          <w:sz w:val="28"/>
          <w:szCs w:val="28"/>
        </w:rPr>
        <w:t xml:space="preserve"> </w:t>
      </w:r>
      <w:r w:rsidR="00AE7D74" w:rsidRPr="005315E6">
        <w:rPr>
          <w:sz w:val="28"/>
          <w:szCs w:val="28"/>
        </w:rPr>
        <w:tab/>
      </w:r>
      <w:r w:rsidR="00AE7D74" w:rsidRPr="005315E6">
        <w:rPr>
          <w:sz w:val="28"/>
          <w:szCs w:val="28"/>
        </w:rPr>
        <w:tab/>
      </w:r>
      <w:r w:rsidR="00AE7D74" w:rsidRPr="005315E6">
        <w:rPr>
          <w:sz w:val="28"/>
          <w:szCs w:val="28"/>
        </w:rPr>
        <w:tab/>
      </w:r>
      <w:r w:rsidR="00AE7D74" w:rsidRPr="005315E6">
        <w:rPr>
          <w:sz w:val="28"/>
          <w:szCs w:val="28"/>
        </w:rPr>
        <w:tab/>
      </w:r>
      <w:r w:rsidR="006B35C9" w:rsidRPr="005315E6">
        <w:rPr>
          <w:sz w:val="28"/>
          <w:szCs w:val="28"/>
        </w:rPr>
        <w:tab/>
      </w:r>
      <w:r w:rsidR="00D432A3" w:rsidRPr="005315E6">
        <w:rPr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  <w:t xml:space="preserve">    Д</w:t>
      </w:r>
      <w:r w:rsidR="00946BDF" w:rsidRPr="005315E6">
        <w:rPr>
          <w:sz w:val="28"/>
          <w:szCs w:val="28"/>
        </w:rPr>
        <w:t xml:space="preserve">.В. </w:t>
      </w:r>
      <w:r>
        <w:rPr>
          <w:sz w:val="28"/>
          <w:szCs w:val="28"/>
        </w:rPr>
        <w:t>Замчевский</w:t>
      </w:r>
    </w:p>
    <w:p w:rsidR="00AC00FA" w:rsidRDefault="00AC00FA">
      <w:pPr>
        <w:rPr>
          <w:i/>
          <w:sz w:val="28"/>
          <w:szCs w:val="28"/>
        </w:rPr>
      </w:pPr>
    </w:p>
    <w:p w:rsidR="00A67A89" w:rsidRDefault="00A67A89">
      <w:pPr>
        <w:rPr>
          <w:i/>
          <w:sz w:val="28"/>
          <w:szCs w:val="28"/>
        </w:rPr>
      </w:pPr>
    </w:p>
    <w:p w:rsidR="001F62E7" w:rsidRPr="005315E6" w:rsidRDefault="00CF6114">
      <w:pPr>
        <w:rPr>
          <w:i/>
          <w:sz w:val="28"/>
          <w:szCs w:val="28"/>
        </w:rPr>
      </w:pPr>
      <w:r w:rsidRPr="005315E6">
        <w:rPr>
          <w:i/>
          <w:sz w:val="28"/>
          <w:szCs w:val="28"/>
        </w:rPr>
        <w:t>Тимофеева С.В.</w:t>
      </w:r>
    </w:p>
    <w:p w:rsidR="00C2672F" w:rsidRPr="005315E6" w:rsidRDefault="001F62E7">
      <w:pPr>
        <w:rPr>
          <w:sz w:val="28"/>
          <w:szCs w:val="28"/>
        </w:rPr>
      </w:pPr>
      <w:r w:rsidRPr="005315E6">
        <w:rPr>
          <w:i/>
          <w:sz w:val="28"/>
          <w:szCs w:val="28"/>
        </w:rPr>
        <w:t>тел.</w:t>
      </w:r>
      <w:r w:rsidR="00CF6114" w:rsidRPr="005315E6">
        <w:rPr>
          <w:i/>
          <w:sz w:val="28"/>
          <w:szCs w:val="28"/>
        </w:rPr>
        <w:t xml:space="preserve"> 28-05-67</w:t>
      </w:r>
    </w:p>
    <w:sectPr w:rsidR="00C2672F" w:rsidRPr="005315E6" w:rsidSect="00E303D8">
      <w:footerReference w:type="default" r:id="rId9"/>
      <w:pgSz w:w="11906" w:h="16838"/>
      <w:pgMar w:top="1135" w:right="851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615E" w:rsidRDefault="00B2615E" w:rsidP="00E303D8">
      <w:r>
        <w:separator/>
      </w:r>
    </w:p>
  </w:endnote>
  <w:endnote w:type="continuationSeparator" w:id="0">
    <w:p w:rsidR="00B2615E" w:rsidRDefault="00B2615E" w:rsidP="00E303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63478172"/>
      <w:docPartObj>
        <w:docPartGallery w:val="Page Numbers (Bottom of Page)"/>
        <w:docPartUnique/>
      </w:docPartObj>
    </w:sdtPr>
    <w:sdtEndPr/>
    <w:sdtContent>
      <w:p w:rsidR="00B2615E" w:rsidRDefault="00B2615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27E8">
          <w:rPr>
            <w:noProof/>
          </w:rPr>
          <w:t>2</w:t>
        </w:r>
        <w:r>
          <w:fldChar w:fldCharType="end"/>
        </w:r>
      </w:p>
    </w:sdtContent>
  </w:sdt>
  <w:p w:rsidR="00B2615E" w:rsidRDefault="00B2615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615E" w:rsidRDefault="00B2615E" w:rsidP="00E303D8">
      <w:r>
        <w:separator/>
      </w:r>
    </w:p>
  </w:footnote>
  <w:footnote w:type="continuationSeparator" w:id="0">
    <w:p w:rsidR="00B2615E" w:rsidRDefault="00B2615E" w:rsidP="00E303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C182B"/>
    <w:multiLevelType w:val="hybridMultilevel"/>
    <w:tmpl w:val="CBDEB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991CC9"/>
    <w:multiLevelType w:val="hybridMultilevel"/>
    <w:tmpl w:val="F7A6616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8F97333"/>
    <w:multiLevelType w:val="hybridMultilevel"/>
    <w:tmpl w:val="785603F2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">
    <w:nsid w:val="0C0E2858"/>
    <w:multiLevelType w:val="hybridMultilevel"/>
    <w:tmpl w:val="B080A24C"/>
    <w:lvl w:ilvl="0" w:tplc="87FA0F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4A822AD"/>
    <w:multiLevelType w:val="hybridMultilevel"/>
    <w:tmpl w:val="76B20D74"/>
    <w:lvl w:ilvl="0" w:tplc="EFA8C44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1572709B"/>
    <w:multiLevelType w:val="hybridMultilevel"/>
    <w:tmpl w:val="15F01410"/>
    <w:lvl w:ilvl="0" w:tplc="0419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6">
    <w:nsid w:val="1B595FD0"/>
    <w:multiLevelType w:val="hybridMultilevel"/>
    <w:tmpl w:val="0366D7D4"/>
    <w:lvl w:ilvl="0" w:tplc="04190001">
      <w:start w:val="1"/>
      <w:numFmt w:val="bullet"/>
      <w:lvlText w:val=""/>
      <w:lvlJc w:val="left"/>
      <w:pPr>
        <w:ind w:left="13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4" w:hanging="360"/>
      </w:pPr>
      <w:rPr>
        <w:rFonts w:ascii="Wingdings" w:hAnsi="Wingdings" w:hint="default"/>
      </w:rPr>
    </w:lvl>
  </w:abstractNum>
  <w:abstractNum w:abstractNumId="7">
    <w:nsid w:val="1BF25B3F"/>
    <w:multiLevelType w:val="hybridMultilevel"/>
    <w:tmpl w:val="DC10D82E"/>
    <w:lvl w:ilvl="0" w:tplc="F9D89C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BA218C9"/>
    <w:multiLevelType w:val="hybridMultilevel"/>
    <w:tmpl w:val="6DBC6056"/>
    <w:lvl w:ilvl="0" w:tplc="2B9C6B4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C3E29F6"/>
    <w:multiLevelType w:val="hybridMultilevel"/>
    <w:tmpl w:val="0AEEAE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3B04FFD"/>
    <w:multiLevelType w:val="multilevel"/>
    <w:tmpl w:val="C6A6655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1">
    <w:nsid w:val="559E5C8A"/>
    <w:multiLevelType w:val="multilevel"/>
    <w:tmpl w:val="3E689A44"/>
    <w:lvl w:ilvl="0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55" w:hanging="360"/>
      </w:pPr>
      <w:rPr>
        <w:rFonts w:hint="default"/>
        <w:i/>
      </w:rPr>
    </w:lvl>
    <w:lvl w:ilvl="2">
      <w:start w:val="1"/>
      <w:numFmt w:val="decimal"/>
      <w:isLgl/>
      <w:lvlText w:val="%1.%2.%3."/>
      <w:lvlJc w:val="left"/>
      <w:pPr>
        <w:ind w:left="2205" w:hanging="720"/>
      </w:pPr>
      <w:rPr>
        <w:rFonts w:hint="default"/>
        <w:i/>
      </w:rPr>
    </w:lvl>
    <w:lvl w:ilvl="3">
      <w:start w:val="1"/>
      <w:numFmt w:val="decimal"/>
      <w:isLgl/>
      <w:lvlText w:val="%1.%2.%3.%4."/>
      <w:lvlJc w:val="left"/>
      <w:pPr>
        <w:ind w:left="2595" w:hanging="720"/>
      </w:pPr>
      <w:rPr>
        <w:rFonts w:hint="default"/>
        <w:i/>
      </w:rPr>
    </w:lvl>
    <w:lvl w:ilvl="4">
      <w:start w:val="1"/>
      <w:numFmt w:val="decimal"/>
      <w:isLgl/>
      <w:lvlText w:val="%1.%2.%3.%4.%5."/>
      <w:lvlJc w:val="left"/>
      <w:pPr>
        <w:ind w:left="3345" w:hanging="1080"/>
      </w:pPr>
      <w:rPr>
        <w:rFonts w:hint="default"/>
        <w:i/>
      </w:rPr>
    </w:lvl>
    <w:lvl w:ilvl="5">
      <w:start w:val="1"/>
      <w:numFmt w:val="decimal"/>
      <w:isLgl/>
      <w:lvlText w:val="%1.%2.%3.%4.%5.%6."/>
      <w:lvlJc w:val="left"/>
      <w:pPr>
        <w:ind w:left="3735" w:hanging="1080"/>
      </w:pPr>
      <w:rPr>
        <w:rFonts w:hint="default"/>
        <w:i/>
      </w:rPr>
    </w:lvl>
    <w:lvl w:ilvl="6">
      <w:start w:val="1"/>
      <w:numFmt w:val="decimal"/>
      <w:isLgl/>
      <w:lvlText w:val="%1.%2.%3.%4.%5.%6.%7."/>
      <w:lvlJc w:val="left"/>
      <w:pPr>
        <w:ind w:left="4485" w:hanging="1440"/>
      </w:pPr>
      <w:rPr>
        <w:rFonts w:hint="default"/>
        <w:i/>
      </w:rPr>
    </w:lvl>
    <w:lvl w:ilvl="7">
      <w:start w:val="1"/>
      <w:numFmt w:val="decimal"/>
      <w:isLgl/>
      <w:lvlText w:val="%1.%2.%3.%4.%5.%6.%7.%8."/>
      <w:lvlJc w:val="left"/>
      <w:pPr>
        <w:ind w:left="4875" w:hanging="1440"/>
      </w:pPr>
      <w:rPr>
        <w:rFonts w:hint="default"/>
        <w:i/>
      </w:rPr>
    </w:lvl>
    <w:lvl w:ilvl="8">
      <w:start w:val="1"/>
      <w:numFmt w:val="decimal"/>
      <w:isLgl/>
      <w:lvlText w:val="%1.%2.%3.%4.%5.%6.%7.%8.%9."/>
      <w:lvlJc w:val="left"/>
      <w:pPr>
        <w:ind w:left="5625" w:hanging="1800"/>
      </w:pPr>
      <w:rPr>
        <w:rFonts w:hint="default"/>
        <w:i/>
      </w:rPr>
    </w:lvl>
  </w:abstractNum>
  <w:abstractNum w:abstractNumId="12">
    <w:nsid w:val="60F61875"/>
    <w:multiLevelType w:val="hybridMultilevel"/>
    <w:tmpl w:val="3D180A58"/>
    <w:lvl w:ilvl="0" w:tplc="1E982B7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64FE42F1"/>
    <w:multiLevelType w:val="hybridMultilevel"/>
    <w:tmpl w:val="08FC2F0A"/>
    <w:lvl w:ilvl="0" w:tplc="D49CE3F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10"/>
  </w:num>
  <w:num w:numId="3">
    <w:abstractNumId w:val="11"/>
  </w:num>
  <w:num w:numId="4">
    <w:abstractNumId w:val="12"/>
  </w:num>
  <w:num w:numId="5">
    <w:abstractNumId w:val="7"/>
  </w:num>
  <w:num w:numId="6">
    <w:abstractNumId w:val="13"/>
  </w:num>
  <w:num w:numId="7">
    <w:abstractNumId w:val="3"/>
  </w:num>
  <w:num w:numId="8">
    <w:abstractNumId w:val="5"/>
  </w:num>
  <w:num w:numId="9">
    <w:abstractNumId w:val="8"/>
  </w:num>
  <w:num w:numId="10">
    <w:abstractNumId w:val="2"/>
  </w:num>
  <w:num w:numId="11">
    <w:abstractNumId w:val="9"/>
  </w:num>
  <w:num w:numId="12">
    <w:abstractNumId w:val="0"/>
  </w:num>
  <w:num w:numId="13">
    <w:abstractNumId w:val="1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3CC"/>
    <w:rsid w:val="00004165"/>
    <w:rsid w:val="00006267"/>
    <w:rsid w:val="00010233"/>
    <w:rsid w:val="0001393A"/>
    <w:rsid w:val="00025731"/>
    <w:rsid w:val="000359FB"/>
    <w:rsid w:val="000402E1"/>
    <w:rsid w:val="00046203"/>
    <w:rsid w:val="00061F80"/>
    <w:rsid w:val="0009496A"/>
    <w:rsid w:val="00095827"/>
    <w:rsid w:val="00096436"/>
    <w:rsid w:val="000B2013"/>
    <w:rsid w:val="000C37C9"/>
    <w:rsid w:val="000D47A4"/>
    <w:rsid w:val="000E7EC4"/>
    <w:rsid w:val="000F0928"/>
    <w:rsid w:val="000F6B1E"/>
    <w:rsid w:val="00104FBA"/>
    <w:rsid w:val="0011436D"/>
    <w:rsid w:val="00122870"/>
    <w:rsid w:val="00126F57"/>
    <w:rsid w:val="001305C6"/>
    <w:rsid w:val="001345D2"/>
    <w:rsid w:val="0014654E"/>
    <w:rsid w:val="001517FE"/>
    <w:rsid w:val="001542FC"/>
    <w:rsid w:val="001741AC"/>
    <w:rsid w:val="001A43CC"/>
    <w:rsid w:val="001B26CC"/>
    <w:rsid w:val="001B2F1B"/>
    <w:rsid w:val="001B38FD"/>
    <w:rsid w:val="001D5707"/>
    <w:rsid w:val="001E18D7"/>
    <w:rsid w:val="001E23B2"/>
    <w:rsid w:val="001E755E"/>
    <w:rsid w:val="001F0988"/>
    <w:rsid w:val="001F62E7"/>
    <w:rsid w:val="00212150"/>
    <w:rsid w:val="002213D9"/>
    <w:rsid w:val="00232A7E"/>
    <w:rsid w:val="00245E09"/>
    <w:rsid w:val="00247B13"/>
    <w:rsid w:val="00256774"/>
    <w:rsid w:val="00270D60"/>
    <w:rsid w:val="00283ED5"/>
    <w:rsid w:val="002B6ED5"/>
    <w:rsid w:val="002E1504"/>
    <w:rsid w:val="0030378B"/>
    <w:rsid w:val="00305EDA"/>
    <w:rsid w:val="0031576D"/>
    <w:rsid w:val="003228CF"/>
    <w:rsid w:val="00324DEF"/>
    <w:rsid w:val="0033675E"/>
    <w:rsid w:val="00337980"/>
    <w:rsid w:val="0034697F"/>
    <w:rsid w:val="003575D8"/>
    <w:rsid w:val="00361DAD"/>
    <w:rsid w:val="00364095"/>
    <w:rsid w:val="00365115"/>
    <w:rsid w:val="003734CA"/>
    <w:rsid w:val="00377AB7"/>
    <w:rsid w:val="00386676"/>
    <w:rsid w:val="00395192"/>
    <w:rsid w:val="00395857"/>
    <w:rsid w:val="003967BA"/>
    <w:rsid w:val="00396C75"/>
    <w:rsid w:val="003A4D4E"/>
    <w:rsid w:val="003B0A9A"/>
    <w:rsid w:val="003B76A2"/>
    <w:rsid w:val="003C2A62"/>
    <w:rsid w:val="003C4728"/>
    <w:rsid w:val="003D4628"/>
    <w:rsid w:val="003E3619"/>
    <w:rsid w:val="003F471E"/>
    <w:rsid w:val="003F5484"/>
    <w:rsid w:val="003F5AA2"/>
    <w:rsid w:val="00422587"/>
    <w:rsid w:val="00437AC0"/>
    <w:rsid w:val="004732C3"/>
    <w:rsid w:val="00480A2E"/>
    <w:rsid w:val="0048129E"/>
    <w:rsid w:val="00490CB4"/>
    <w:rsid w:val="004946E7"/>
    <w:rsid w:val="004963B0"/>
    <w:rsid w:val="004A085E"/>
    <w:rsid w:val="004B3432"/>
    <w:rsid w:val="004B52A4"/>
    <w:rsid w:val="004C61AB"/>
    <w:rsid w:val="004D1328"/>
    <w:rsid w:val="004D5C7F"/>
    <w:rsid w:val="004D60CE"/>
    <w:rsid w:val="004D7D7F"/>
    <w:rsid w:val="004E611E"/>
    <w:rsid w:val="00503FB8"/>
    <w:rsid w:val="0050796E"/>
    <w:rsid w:val="005148F6"/>
    <w:rsid w:val="00520346"/>
    <w:rsid w:val="005205D1"/>
    <w:rsid w:val="005207D2"/>
    <w:rsid w:val="00530BFF"/>
    <w:rsid w:val="00530D6D"/>
    <w:rsid w:val="005315E6"/>
    <w:rsid w:val="00533127"/>
    <w:rsid w:val="005436A3"/>
    <w:rsid w:val="00552D4D"/>
    <w:rsid w:val="00555FC6"/>
    <w:rsid w:val="005564FB"/>
    <w:rsid w:val="00565BF7"/>
    <w:rsid w:val="00572021"/>
    <w:rsid w:val="0058304A"/>
    <w:rsid w:val="005A7205"/>
    <w:rsid w:val="005B2B6E"/>
    <w:rsid w:val="005B46D8"/>
    <w:rsid w:val="005D749E"/>
    <w:rsid w:val="005F0500"/>
    <w:rsid w:val="005F2A4F"/>
    <w:rsid w:val="005F4A2D"/>
    <w:rsid w:val="00604E07"/>
    <w:rsid w:val="00605803"/>
    <w:rsid w:val="00611C38"/>
    <w:rsid w:val="00617BB2"/>
    <w:rsid w:val="00631F8F"/>
    <w:rsid w:val="006335BC"/>
    <w:rsid w:val="00652119"/>
    <w:rsid w:val="00655DD5"/>
    <w:rsid w:val="00663D09"/>
    <w:rsid w:val="00681D22"/>
    <w:rsid w:val="0068236C"/>
    <w:rsid w:val="006A02C4"/>
    <w:rsid w:val="006A7233"/>
    <w:rsid w:val="006B35C9"/>
    <w:rsid w:val="006B3BFC"/>
    <w:rsid w:val="006B47FE"/>
    <w:rsid w:val="006C4CE5"/>
    <w:rsid w:val="006D609B"/>
    <w:rsid w:val="006E724A"/>
    <w:rsid w:val="006F58E8"/>
    <w:rsid w:val="007037C5"/>
    <w:rsid w:val="00703D13"/>
    <w:rsid w:val="00705CBA"/>
    <w:rsid w:val="00706C41"/>
    <w:rsid w:val="00710BA1"/>
    <w:rsid w:val="00710F93"/>
    <w:rsid w:val="007127E8"/>
    <w:rsid w:val="00721DF3"/>
    <w:rsid w:val="007275F6"/>
    <w:rsid w:val="00732EC4"/>
    <w:rsid w:val="0075097D"/>
    <w:rsid w:val="0075270B"/>
    <w:rsid w:val="007534EF"/>
    <w:rsid w:val="00761949"/>
    <w:rsid w:val="007630AA"/>
    <w:rsid w:val="00772F98"/>
    <w:rsid w:val="0077529E"/>
    <w:rsid w:val="00776AFB"/>
    <w:rsid w:val="00790861"/>
    <w:rsid w:val="00792F81"/>
    <w:rsid w:val="00794316"/>
    <w:rsid w:val="007A242F"/>
    <w:rsid w:val="007C05F6"/>
    <w:rsid w:val="007C3A91"/>
    <w:rsid w:val="007D2C41"/>
    <w:rsid w:val="007D6FF4"/>
    <w:rsid w:val="007E03F8"/>
    <w:rsid w:val="007E105F"/>
    <w:rsid w:val="007E67CA"/>
    <w:rsid w:val="0080065B"/>
    <w:rsid w:val="0081754C"/>
    <w:rsid w:val="00833927"/>
    <w:rsid w:val="00845AA5"/>
    <w:rsid w:val="0085002E"/>
    <w:rsid w:val="00860B97"/>
    <w:rsid w:val="00870E7A"/>
    <w:rsid w:val="00876013"/>
    <w:rsid w:val="00883FFE"/>
    <w:rsid w:val="008856CE"/>
    <w:rsid w:val="0089608E"/>
    <w:rsid w:val="00896097"/>
    <w:rsid w:val="0089771F"/>
    <w:rsid w:val="008B360D"/>
    <w:rsid w:val="008B3966"/>
    <w:rsid w:val="008B444F"/>
    <w:rsid w:val="008B6567"/>
    <w:rsid w:val="008B7DC0"/>
    <w:rsid w:val="008C1715"/>
    <w:rsid w:val="008D2198"/>
    <w:rsid w:val="008D4ECF"/>
    <w:rsid w:val="008E4F0C"/>
    <w:rsid w:val="008F2E76"/>
    <w:rsid w:val="008F633C"/>
    <w:rsid w:val="00901D24"/>
    <w:rsid w:val="00904025"/>
    <w:rsid w:val="009058D4"/>
    <w:rsid w:val="00905A6D"/>
    <w:rsid w:val="009137A8"/>
    <w:rsid w:val="009236E2"/>
    <w:rsid w:val="00931266"/>
    <w:rsid w:val="00941E08"/>
    <w:rsid w:val="00946BDF"/>
    <w:rsid w:val="0095736B"/>
    <w:rsid w:val="0096041B"/>
    <w:rsid w:val="0096129E"/>
    <w:rsid w:val="00966016"/>
    <w:rsid w:val="00967F78"/>
    <w:rsid w:val="009707F3"/>
    <w:rsid w:val="00982BA9"/>
    <w:rsid w:val="00983D9B"/>
    <w:rsid w:val="009867B5"/>
    <w:rsid w:val="009A1725"/>
    <w:rsid w:val="009B0C45"/>
    <w:rsid w:val="009B3884"/>
    <w:rsid w:val="009B3DB7"/>
    <w:rsid w:val="009B4FE4"/>
    <w:rsid w:val="009C10F2"/>
    <w:rsid w:val="009C1352"/>
    <w:rsid w:val="009D1C5E"/>
    <w:rsid w:val="009D48F2"/>
    <w:rsid w:val="009D66CE"/>
    <w:rsid w:val="009E502A"/>
    <w:rsid w:val="009E7782"/>
    <w:rsid w:val="009F09FB"/>
    <w:rsid w:val="009F174B"/>
    <w:rsid w:val="00A05D1B"/>
    <w:rsid w:val="00A22F50"/>
    <w:rsid w:val="00A26A7D"/>
    <w:rsid w:val="00A26D24"/>
    <w:rsid w:val="00A30217"/>
    <w:rsid w:val="00A36112"/>
    <w:rsid w:val="00A422FE"/>
    <w:rsid w:val="00A6383F"/>
    <w:rsid w:val="00A67A89"/>
    <w:rsid w:val="00A81EF5"/>
    <w:rsid w:val="00A82B76"/>
    <w:rsid w:val="00A84193"/>
    <w:rsid w:val="00A95705"/>
    <w:rsid w:val="00AB2799"/>
    <w:rsid w:val="00AC00FA"/>
    <w:rsid w:val="00AC2E0A"/>
    <w:rsid w:val="00AD7A13"/>
    <w:rsid w:val="00AE7D74"/>
    <w:rsid w:val="00AF6D7E"/>
    <w:rsid w:val="00B02FF5"/>
    <w:rsid w:val="00B06B2B"/>
    <w:rsid w:val="00B125A7"/>
    <w:rsid w:val="00B22383"/>
    <w:rsid w:val="00B244C1"/>
    <w:rsid w:val="00B2559F"/>
    <w:rsid w:val="00B2615E"/>
    <w:rsid w:val="00B44D09"/>
    <w:rsid w:val="00B46C76"/>
    <w:rsid w:val="00B47301"/>
    <w:rsid w:val="00B51935"/>
    <w:rsid w:val="00B52901"/>
    <w:rsid w:val="00B55A48"/>
    <w:rsid w:val="00B55DE6"/>
    <w:rsid w:val="00B6487E"/>
    <w:rsid w:val="00B72D64"/>
    <w:rsid w:val="00B75ADC"/>
    <w:rsid w:val="00B7756F"/>
    <w:rsid w:val="00B84467"/>
    <w:rsid w:val="00B92210"/>
    <w:rsid w:val="00B94667"/>
    <w:rsid w:val="00BA2594"/>
    <w:rsid w:val="00BB04E0"/>
    <w:rsid w:val="00BB40C2"/>
    <w:rsid w:val="00BD2D15"/>
    <w:rsid w:val="00BD2F7B"/>
    <w:rsid w:val="00BE0243"/>
    <w:rsid w:val="00BE4272"/>
    <w:rsid w:val="00BF3B8C"/>
    <w:rsid w:val="00BF741A"/>
    <w:rsid w:val="00C0145B"/>
    <w:rsid w:val="00C05705"/>
    <w:rsid w:val="00C252A9"/>
    <w:rsid w:val="00C2672F"/>
    <w:rsid w:val="00C3183D"/>
    <w:rsid w:val="00C35618"/>
    <w:rsid w:val="00C42442"/>
    <w:rsid w:val="00C45CAA"/>
    <w:rsid w:val="00C54EBE"/>
    <w:rsid w:val="00C62BE2"/>
    <w:rsid w:val="00C62FA6"/>
    <w:rsid w:val="00C65ED7"/>
    <w:rsid w:val="00C66084"/>
    <w:rsid w:val="00C71F39"/>
    <w:rsid w:val="00C80334"/>
    <w:rsid w:val="00C83507"/>
    <w:rsid w:val="00C836BF"/>
    <w:rsid w:val="00C8472B"/>
    <w:rsid w:val="00C857BF"/>
    <w:rsid w:val="00C87F17"/>
    <w:rsid w:val="00C97C8B"/>
    <w:rsid w:val="00CB053C"/>
    <w:rsid w:val="00CB38AC"/>
    <w:rsid w:val="00CC5FF9"/>
    <w:rsid w:val="00CD1144"/>
    <w:rsid w:val="00CD2803"/>
    <w:rsid w:val="00CD7799"/>
    <w:rsid w:val="00CF5C1C"/>
    <w:rsid w:val="00CF6114"/>
    <w:rsid w:val="00D01DDF"/>
    <w:rsid w:val="00D071C6"/>
    <w:rsid w:val="00D12BA1"/>
    <w:rsid w:val="00D145B9"/>
    <w:rsid w:val="00D174FE"/>
    <w:rsid w:val="00D20A0F"/>
    <w:rsid w:val="00D25CBB"/>
    <w:rsid w:val="00D31E52"/>
    <w:rsid w:val="00D35019"/>
    <w:rsid w:val="00D432A3"/>
    <w:rsid w:val="00D46FD9"/>
    <w:rsid w:val="00D605EB"/>
    <w:rsid w:val="00D67A8E"/>
    <w:rsid w:val="00D72C0C"/>
    <w:rsid w:val="00D859FF"/>
    <w:rsid w:val="00D8741A"/>
    <w:rsid w:val="00D93915"/>
    <w:rsid w:val="00D94C30"/>
    <w:rsid w:val="00D95431"/>
    <w:rsid w:val="00D96EF8"/>
    <w:rsid w:val="00DA04C4"/>
    <w:rsid w:val="00DD0592"/>
    <w:rsid w:val="00DE2082"/>
    <w:rsid w:val="00DF176A"/>
    <w:rsid w:val="00DF6958"/>
    <w:rsid w:val="00E013CE"/>
    <w:rsid w:val="00E04081"/>
    <w:rsid w:val="00E06CCE"/>
    <w:rsid w:val="00E12DC7"/>
    <w:rsid w:val="00E303D8"/>
    <w:rsid w:val="00E330F6"/>
    <w:rsid w:val="00E3317E"/>
    <w:rsid w:val="00E41995"/>
    <w:rsid w:val="00E46D29"/>
    <w:rsid w:val="00E50A02"/>
    <w:rsid w:val="00E54137"/>
    <w:rsid w:val="00E66AF6"/>
    <w:rsid w:val="00E81297"/>
    <w:rsid w:val="00E8182C"/>
    <w:rsid w:val="00E9466D"/>
    <w:rsid w:val="00EC37A8"/>
    <w:rsid w:val="00EC3FDD"/>
    <w:rsid w:val="00ED3FEF"/>
    <w:rsid w:val="00ED7DD2"/>
    <w:rsid w:val="00EE79B1"/>
    <w:rsid w:val="00EF2547"/>
    <w:rsid w:val="00EF4207"/>
    <w:rsid w:val="00EF4FB6"/>
    <w:rsid w:val="00F01D39"/>
    <w:rsid w:val="00F070ED"/>
    <w:rsid w:val="00F17725"/>
    <w:rsid w:val="00F22B6A"/>
    <w:rsid w:val="00F3549F"/>
    <w:rsid w:val="00F37103"/>
    <w:rsid w:val="00F37EC9"/>
    <w:rsid w:val="00F51769"/>
    <w:rsid w:val="00F63476"/>
    <w:rsid w:val="00F85DD2"/>
    <w:rsid w:val="00F9334E"/>
    <w:rsid w:val="00F967EC"/>
    <w:rsid w:val="00FC4350"/>
    <w:rsid w:val="00FC7F18"/>
    <w:rsid w:val="00FE1FEF"/>
    <w:rsid w:val="00FF7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02C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6A02C4"/>
    <w:pPr>
      <w:widowControl w:val="0"/>
      <w:autoSpaceDE w:val="0"/>
      <w:autoSpaceDN w:val="0"/>
      <w:adjustRightInd w:val="0"/>
    </w:pPr>
  </w:style>
  <w:style w:type="paragraph" w:customStyle="1" w:styleId="a3">
    <w:name w:val="Знак Знак Знак Знак"/>
    <w:basedOn w:val="a"/>
    <w:rsid w:val="006A02C4"/>
    <w:rPr>
      <w:lang w:val="pl-PL" w:eastAsia="pl-PL"/>
    </w:rPr>
  </w:style>
  <w:style w:type="paragraph" w:styleId="a4">
    <w:name w:val="Balloon Text"/>
    <w:basedOn w:val="a"/>
    <w:semiHidden/>
    <w:rsid w:val="008D4EC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228CF"/>
    <w:pPr>
      <w:ind w:left="720"/>
      <w:contextualSpacing/>
    </w:pPr>
  </w:style>
  <w:style w:type="table" w:styleId="a6">
    <w:name w:val="Table Grid"/>
    <w:basedOn w:val="a1"/>
    <w:rsid w:val="00565B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rsid w:val="00E303D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E303D8"/>
    <w:rPr>
      <w:sz w:val="24"/>
      <w:szCs w:val="24"/>
    </w:rPr>
  </w:style>
  <w:style w:type="paragraph" w:styleId="a9">
    <w:name w:val="footer"/>
    <w:basedOn w:val="a"/>
    <w:link w:val="aa"/>
    <w:uiPriority w:val="99"/>
    <w:rsid w:val="00E303D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303D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02C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6A02C4"/>
    <w:pPr>
      <w:widowControl w:val="0"/>
      <w:autoSpaceDE w:val="0"/>
      <w:autoSpaceDN w:val="0"/>
      <w:adjustRightInd w:val="0"/>
    </w:pPr>
  </w:style>
  <w:style w:type="paragraph" w:customStyle="1" w:styleId="a3">
    <w:name w:val="Знак Знак Знак Знак"/>
    <w:basedOn w:val="a"/>
    <w:rsid w:val="006A02C4"/>
    <w:rPr>
      <w:lang w:val="pl-PL" w:eastAsia="pl-PL"/>
    </w:rPr>
  </w:style>
  <w:style w:type="paragraph" w:styleId="a4">
    <w:name w:val="Balloon Text"/>
    <w:basedOn w:val="a"/>
    <w:semiHidden/>
    <w:rsid w:val="008D4EC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228CF"/>
    <w:pPr>
      <w:ind w:left="720"/>
      <w:contextualSpacing/>
    </w:pPr>
  </w:style>
  <w:style w:type="table" w:styleId="a6">
    <w:name w:val="Table Grid"/>
    <w:basedOn w:val="a1"/>
    <w:rsid w:val="00565B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rsid w:val="00E303D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E303D8"/>
    <w:rPr>
      <w:sz w:val="24"/>
      <w:szCs w:val="24"/>
    </w:rPr>
  </w:style>
  <w:style w:type="paragraph" w:styleId="a9">
    <w:name w:val="footer"/>
    <w:basedOn w:val="a"/>
    <w:link w:val="aa"/>
    <w:uiPriority w:val="99"/>
    <w:rsid w:val="00E303D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303D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58;&#1080;&#1084;&#1086;&#1092;&#1077;&#1077;&#1074;&#1072;\Desktop\&#1064;&#1072;&#1073;&#1083;&#1086;&#1085;%20&#1079;&#1072;&#1082;&#1083;&#1102;&#1095;&#1077;&#1085;&#1080;&#1103;%20&#1072;&#1085;&#1072;&#1083;&#1080;&#1090;&#1080;&#1095;&#1077;&#1089;&#1082;&#1086;&#1075;&#1086;%20&#1086;&#1090;&#1076;&#1077;&#1083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C548CD-B988-4C4D-B0F0-B83A7678C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заключения аналитического отдела</Template>
  <TotalTime>0</TotalTime>
  <Pages>3</Pages>
  <Words>600</Words>
  <Characters>4715</Characters>
  <Application>Microsoft Office Word</Application>
  <DocSecurity>4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</Company>
  <LinksUpToDate>false</LinksUpToDate>
  <CharactersWithSpaces>5305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В. Тимофеева</dc:creator>
  <cp:lastModifiedBy>Елена Е. Филатова</cp:lastModifiedBy>
  <cp:revision>2</cp:revision>
  <cp:lastPrinted>2018-11-12T12:26:00Z</cp:lastPrinted>
  <dcterms:created xsi:type="dcterms:W3CDTF">2023-12-14T05:27:00Z</dcterms:created>
  <dcterms:modified xsi:type="dcterms:W3CDTF">2023-12-14T05:27:00Z</dcterms:modified>
</cp:coreProperties>
</file>